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FD0EB4" w14:textId="77777777"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 wp14:anchorId="1D227327" wp14:editId="4DA85ABC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4EADC7A5" wp14:editId="7BD0ED9D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14:paraId="0A29F4EC" w14:textId="0CAB15FE"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603BE5">
        <w:rPr>
          <w:rFonts w:ascii="ＭＳ 明朝" w:hAnsi="ＭＳ 明朝" w:cs="ＭＳ 明朝" w:hint="eastAsia"/>
          <w:spacing w:val="0"/>
          <w:sz w:val="20"/>
          <w:szCs w:val="20"/>
        </w:rPr>
        <w:t>202</w:t>
      </w:r>
      <w:r w:rsidR="00D87F77">
        <w:rPr>
          <w:rFonts w:ascii="ＭＳ 明朝" w:hAnsi="ＭＳ 明朝" w:cs="ＭＳ 明朝" w:hint="eastAsia"/>
          <w:spacing w:val="0"/>
          <w:sz w:val="20"/>
          <w:szCs w:val="20"/>
        </w:rPr>
        <w:t>4</w:t>
      </w:r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14:paraId="06A5B9EF" w14:textId="77777777"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14:paraId="1EDAC225" w14:textId="77777777"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14:paraId="4956C162" w14:textId="77777777" w:rsidR="00ED5EA3" w:rsidRDefault="00ED5EA3">
      <w:pPr>
        <w:pStyle w:val="a3"/>
        <w:spacing w:line="188" w:lineRule="exact"/>
        <w:rPr>
          <w:spacing w:val="0"/>
        </w:rPr>
      </w:pPr>
    </w:p>
    <w:p w14:paraId="2045B26E" w14:textId="77777777" w:rsidR="00ED5EA3" w:rsidRDefault="00ED5EA3">
      <w:pPr>
        <w:pStyle w:val="a3"/>
        <w:rPr>
          <w:spacing w:val="0"/>
        </w:rPr>
      </w:pPr>
    </w:p>
    <w:p w14:paraId="2CDAFA08" w14:textId="77777777"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14:paraId="67B6D71A" w14:textId="77777777" w:rsidR="00ED5EA3" w:rsidRDefault="00ED5EA3">
      <w:pPr>
        <w:pStyle w:val="a3"/>
        <w:rPr>
          <w:spacing w:val="0"/>
        </w:rPr>
      </w:pPr>
    </w:p>
    <w:p w14:paraId="6C66E43F" w14:textId="77777777"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14:paraId="424F42FE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14:paraId="75C9D8B8" w14:textId="77777777" w:rsidR="00ED5EA3" w:rsidRDefault="00ED5EA3">
      <w:pPr>
        <w:pStyle w:val="a3"/>
        <w:rPr>
          <w:spacing w:val="0"/>
        </w:rPr>
      </w:pPr>
    </w:p>
    <w:p w14:paraId="5B8C11DD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14:paraId="2796316A" w14:textId="77777777" w:rsidR="00ED5EA3" w:rsidRPr="00B000B5" w:rsidRDefault="00ED5EA3">
      <w:pPr>
        <w:pStyle w:val="a3"/>
        <w:rPr>
          <w:spacing w:val="0"/>
        </w:rPr>
      </w:pPr>
    </w:p>
    <w:p w14:paraId="47F27916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14:paraId="3C1C2911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14:paraId="1F60567B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14:paraId="4DE27656" w14:textId="77777777"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 w14:paraId="265AE9F8" w14:textId="77777777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3E2B04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2A91C1B4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C0E06C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6E5464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1A87345" w14:textId="77777777"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 w14:paraId="6F25D4D2" w14:textId="77777777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8CEA903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B368A5D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670D6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7A909E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B0AFA00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2E2345B2" w14:textId="77777777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628230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732935B0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FDA15E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3245383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A4A38E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7F7C9446" w14:textId="77777777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A357F9B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14:paraId="116D0ACB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43CB0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D10871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3D874F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 w14:paraId="54A858EF" w14:textId="77777777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9513292" w14:textId="77777777"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EFA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0B04ACA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31EEF0" w14:textId="77777777"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14:paraId="5968AA4E" w14:textId="77777777" w:rsidR="00ED5EA3" w:rsidRDefault="00ED5EA3">
      <w:pPr>
        <w:pStyle w:val="a3"/>
        <w:spacing w:line="256" w:lineRule="exact"/>
        <w:rPr>
          <w:spacing w:val="0"/>
        </w:rPr>
      </w:pPr>
    </w:p>
    <w:p w14:paraId="1F5A583E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14:paraId="67F7F732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14:paraId="2ED32D9B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14:paraId="7689511F" w14:textId="77777777" w:rsidR="00ED5EA3" w:rsidRDefault="00ED5EA3">
      <w:pPr>
        <w:pStyle w:val="a3"/>
        <w:rPr>
          <w:spacing w:val="0"/>
        </w:rPr>
      </w:pPr>
    </w:p>
    <w:p w14:paraId="0CFA0CD9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14:paraId="6FCB9A99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14:paraId="70F6E181" w14:textId="77777777"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14:paraId="4A3610DE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14:paraId="1731E9FF" w14:textId="77777777"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14:paraId="70EA8AD7" w14:textId="77777777" w:rsidR="00ED5EA3" w:rsidRDefault="00ED5EA3">
      <w:pPr>
        <w:pStyle w:val="a3"/>
        <w:rPr>
          <w:spacing w:val="0"/>
        </w:rPr>
      </w:pPr>
    </w:p>
    <w:p w14:paraId="70DD4493" w14:textId="77777777"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14:paraId="739CBFF3" w14:textId="77777777" w:rsidR="00ED5EA3" w:rsidRDefault="00ED5EA3">
      <w:pPr>
        <w:pStyle w:val="a3"/>
        <w:rPr>
          <w:spacing w:val="0"/>
          <w:lang w:eastAsia="zh-TW"/>
        </w:rPr>
      </w:pPr>
    </w:p>
    <w:p w14:paraId="5F7CB38E" w14:textId="77777777"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14:paraId="4E01262D" w14:textId="77777777"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2C83B" w14:textId="77777777" w:rsidR="000701CB" w:rsidRDefault="000701CB" w:rsidP="003D6575">
      <w:r>
        <w:separator/>
      </w:r>
    </w:p>
  </w:endnote>
  <w:endnote w:type="continuationSeparator" w:id="0">
    <w:p w14:paraId="0F0DAC62" w14:textId="77777777"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B0642" w14:textId="77777777" w:rsidR="000701CB" w:rsidRDefault="000701CB" w:rsidP="003D6575">
      <w:r>
        <w:separator/>
      </w:r>
    </w:p>
  </w:footnote>
  <w:footnote w:type="continuationSeparator" w:id="0">
    <w:p w14:paraId="5CE33B0A" w14:textId="77777777"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D6575"/>
    <w:rsid w:val="00432401"/>
    <w:rsid w:val="00530855"/>
    <w:rsid w:val="005C3282"/>
    <w:rsid w:val="00603BE5"/>
    <w:rsid w:val="00622DE1"/>
    <w:rsid w:val="006547C6"/>
    <w:rsid w:val="006D4D7F"/>
    <w:rsid w:val="006E4A18"/>
    <w:rsid w:val="00792CAB"/>
    <w:rsid w:val="007C0F96"/>
    <w:rsid w:val="0083363B"/>
    <w:rsid w:val="00856633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C96385"/>
    <w:rsid w:val="00D43152"/>
    <w:rsid w:val="00D87F77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01948CC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19</TotalTime>
  <Pages>1</Pages>
  <Words>306</Words>
  <Characters>311</Characters>
  <Application>Microsoft Office Word</Application>
  <DocSecurity>0</DocSecurity>
  <Lines>56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千葉　 和哉</cp:lastModifiedBy>
  <cp:revision>15</cp:revision>
  <cp:lastPrinted>2025-07-25T07:13:00Z</cp:lastPrinted>
  <dcterms:created xsi:type="dcterms:W3CDTF">2019-07-22T05:32:00Z</dcterms:created>
  <dcterms:modified xsi:type="dcterms:W3CDTF">2025-07-25T07:57:00Z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