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203A09" w14:textId="3B1369EF" w:rsidR="00ED5EA3" w:rsidRPr="00C93BD1" w:rsidRDefault="00C93BD1" w:rsidP="00C93BD1">
      <w:pPr>
        <w:pStyle w:val="a3"/>
        <w:spacing w:line="188" w:lineRule="exact"/>
        <w:jc w:val="right"/>
        <w:rPr>
          <w:rFonts w:eastAsiaTheme="minorEastAsia" w:hint="eastAsia"/>
          <w:spacing w:val="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0" allowOverlap="1" wp14:anchorId="14F29203" wp14:editId="41D8C464">
                <wp:simplePos x="0" y="0"/>
                <wp:positionH relativeFrom="margin">
                  <wp:posOffset>1575745</wp:posOffset>
                </wp:positionH>
                <wp:positionV relativeFrom="paragraph">
                  <wp:posOffset>43815</wp:posOffset>
                </wp:positionV>
                <wp:extent cx="72390" cy="478155"/>
                <wp:effectExtent l="0" t="0" r="22860" b="17145"/>
                <wp:wrapNone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390" cy="478155"/>
                          <a:chOff x="3406" y="919"/>
                          <a:chExt cx="114" cy="753"/>
                        </a:xfrm>
                      </wpg:grpSpPr>
                      <wps:wsp>
                        <wps:cNvPr id="6" name="Freeform 3"/>
                        <wps:cNvSpPr>
                          <a:spLocks/>
                        </wps:cNvSpPr>
                        <wps:spPr bwMode="auto">
                          <a:xfrm>
                            <a:off x="3406" y="919"/>
                            <a:ext cx="115" cy="114"/>
                          </a:xfrm>
                          <a:custGeom>
                            <a:avLst/>
                            <a:gdLst>
                              <a:gd name="T0" fmla="*/ 0 w 115"/>
                              <a:gd name="T1" fmla="*/ 113 h 114"/>
                              <a:gd name="T2" fmla="*/ 6 w 115"/>
                              <a:gd name="T3" fmla="*/ 74 h 114"/>
                              <a:gd name="T4" fmla="*/ 15 w 115"/>
                              <a:gd name="T5" fmla="*/ 56 h 114"/>
                              <a:gd name="T6" fmla="*/ 26 w 115"/>
                              <a:gd name="T7" fmla="*/ 40 h 114"/>
                              <a:gd name="T8" fmla="*/ 40 w 115"/>
                              <a:gd name="T9" fmla="*/ 26 h 114"/>
                              <a:gd name="T10" fmla="*/ 56 w 115"/>
                              <a:gd name="T11" fmla="*/ 15 h 114"/>
                              <a:gd name="T12" fmla="*/ 75 w 115"/>
                              <a:gd name="T13" fmla="*/ 6 h 114"/>
                              <a:gd name="T14" fmla="*/ 94 w 115"/>
                              <a:gd name="T15" fmla="*/ 1 h 114"/>
                              <a:gd name="T16" fmla="*/ 114 w 115"/>
                              <a:gd name="T17" fmla="*/ 0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15" h="114">
                                <a:moveTo>
                                  <a:pt x="0" y="113"/>
                                </a:moveTo>
                                <a:lnTo>
                                  <a:pt x="6" y="74"/>
                                </a:lnTo>
                                <a:lnTo>
                                  <a:pt x="15" y="56"/>
                                </a:lnTo>
                                <a:lnTo>
                                  <a:pt x="26" y="40"/>
                                </a:lnTo>
                                <a:lnTo>
                                  <a:pt x="40" y="26"/>
                                </a:lnTo>
                                <a:lnTo>
                                  <a:pt x="56" y="15"/>
                                </a:lnTo>
                                <a:lnTo>
                                  <a:pt x="75" y="6"/>
                                </a:lnTo>
                                <a:lnTo>
                                  <a:pt x="94" y="1"/>
                                </a:lnTo>
                                <a:lnTo>
                                  <a:pt x="114" y="0"/>
                                </a:lnTo>
                              </a:path>
                            </a:pathLst>
                          </a:custGeom>
                          <a:noFill/>
                          <a:ln w="698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4"/>
                        <wps:cNvSpPr>
                          <a:spLocks/>
                        </wps:cNvSpPr>
                        <wps:spPr bwMode="auto">
                          <a:xfrm>
                            <a:off x="3406" y="1560"/>
                            <a:ext cx="115" cy="113"/>
                          </a:xfrm>
                          <a:custGeom>
                            <a:avLst/>
                            <a:gdLst>
                              <a:gd name="T0" fmla="*/ 114 w 115"/>
                              <a:gd name="T1" fmla="*/ 112 h 113"/>
                              <a:gd name="T2" fmla="*/ 75 w 115"/>
                              <a:gd name="T3" fmla="*/ 106 h 113"/>
                              <a:gd name="T4" fmla="*/ 57 w 115"/>
                              <a:gd name="T5" fmla="*/ 97 h 113"/>
                              <a:gd name="T6" fmla="*/ 40 w 115"/>
                              <a:gd name="T7" fmla="*/ 86 h 113"/>
                              <a:gd name="T8" fmla="*/ 26 w 115"/>
                              <a:gd name="T9" fmla="*/ 72 h 113"/>
                              <a:gd name="T10" fmla="*/ 15 w 115"/>
                              <a:gd name="T11" fmla="*/ 56 h 113"/>
                              <a:gd name="T12" fmla="*/ 6 w 115"/>
                              <a:gd name="T13" fmla="*/ 38 h 113"/>
                              <a:gd name="T14" fmla="*/ 1 w 115"/>
                              <a:gd name="T15" fmla="*/ 19 h 113"/>
                              <a:gd name="T16" fmla="*/ 0 w 115"/>
                              <a:gd name="T17" fmla="*/ 0 h 1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15" h="113">
                                <a:moveTo>
                                  <a:pt x="114" y="112"/>
                                </a:moveTo>
                                <a:lnTo>
                                  <a:pt x="75" y="106"/>
                                </a:lnTo>
                                <a:lnTo>
                                  <a:pt x="57" y="97"/>
                                </a:lnTo>
                                <a:lnTo>
                                  <a:pt x="40" y="86"/>
                                </a:lnTo>
                                <a:lnTo>
                                  <a:pt x="26" y="72"/>
                                </a:lnTo>
                                <a:lnTo>
                                  <a:pt x="15" y="56"/>
                                </a:lnTo>
                                <a:lnTo>
                                  <a:pt x="6" y="38"/>
                                </a:lnTo>
                                <a:lnTo>
                                  <a:pt x="1" y="1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98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3406" y="1032"/>
                            <a:ext cx="0" cy="528"/>
                          </a:xfrm>
                          <a:prstGeom prst="line">
                            <a:avLst/>
                          </a:prstGeom>
                          <a:noFill/>
                          <a:ln w="69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9745FA" id="Group 2" o:spid="_x0000_s1026" style="position:absolute;margin-left:124.05pt;margin-top:3.45pt;width:5.7pt;height:37.65pt;z-index:-251659264;mso-position-horizontal-relative:margin" coordorigin="3406,919" coordsize="114,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" o:allowincell="f">
                <v:shape id="Freeform 3" o:spid="_x0000_s1027" style="position:absolute;left:3406;top:919;width:115;height:114;visibility:visible;mso-wrap-style:square;v-text-anchor:top" coordsize="115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" path="m,113l6,74,15,56,26,40,40,26,56,15,75,6,94,1,114,e" filled="f" strokeweight=".55pt">
                  <v:path arrowok="t" o:connecttype="custom" o:connectlocs="0,113;6,74;15,56;26,40;40,26;56,15;75,6;94,1;114,0" o:connectangles="0,0,0,0,0,0,0,0,0"/>
                </v:shape>
                <v:shape id="Freeform 4" o:spid="_x0000_s1028" style="position:absolute;left:3406;top:1560;width:115;height:113;visibility:visible;mso-wrap-style:square;v-text-anchor:top" coordsize="115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" path="m114,112l75,106,57,97,40,86,26,72,15,56,6,38,1,19,,e" filled="f" strokeweight=".55pt">
                  <v:path arrowok="t" o:connecttype="custom" o:connectlocs="114,112;75,106;57,97;40,86;26,72;15,56;6,38;1,19;0,0" o:connectangles="0,0,0,0,0,0,0,0,0"/>
                </v:shape>
                <v:line id="Line 5" o:spid="_x0000_s1029" style="position:absolute;visibility:visible;mso-wrap-style:square" from="3406,1032" to="3406,1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" strokeweight=".55pt"/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0" allowOverlap="1" wp14:anchorId="5967355D" wp14:editId="2AB3284B">
                <wp:simplePos x="0" y="0"/>
                <wp:positionH relativeFrom="margin">
                  <wp:posOffset>4514318</wp:posOffset>
                </wp:positionH>
                <wp:positionV relativeFrom="paragraph">
                  <wp:posOffset>43815</wp:posOffset>
                </wp:positionV>
                <wp:extent cx="72390" cy="478155"/>
                <wp:effectExtent l="0" t="0" r="22860" b="17145"/>
                <wp:wrapNone/>
                <wp:docPr id="1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390" cy="478155"/>
                          <a:chOff x="8078" y="919"/>
                          <a:chExt cx="114" cy="753"/>
                        </a:xfrm>
                      </wpg:grpSpPr>
                      <wps:wsp>
                        <wps:cNvPr id="2" name="Freeform 7"/>
                        <wps:cNvSpPr>
                          <a:spLocks/>
                        </wps:cNvSpPr>
                        <wps:spPr bwMode="auto">
                          <a:xfrm>
                            <a:off x="8078" y="919"/>
                            <a:ext cx="115" cy="114"/>
                          </a:xfrm>
                          <a:custGeom>
                            <a:avLst/>
                            <a:gdLst>
                              <a:gd name="T0" fmla="*/ 0 w 115"/>
                              <a:gd name="T1" fmla="*/ 0 h 114"/>
                              <a:gd name="T2" fmla="*/ 38 w 115"/>
                              <a:gd name="T3" fmla="*/ 6 h 114"/>
                              <a:gd name="T4" fmla="*/ 57 w 115"/>
                              <a:gd name="T5" fmla="*/ 15 h 114"/>
                              <a:gd name="T6" fmla="*/ 73 w 115"/>
                              <a:gd name="T7" fmla="*/ 26 h 114"/>
                              <a:gd name="T8" fmla="*/ 87 w 115"/>
                              <a:gd name="T9" fmla="*/ 40 h 114"/>
                              <a:gd name="T10" fmla="*/ 98 w 115"/>
                              <a:gd name="T11" fmla="*/ 56 h 114"/>
                              <a:gd name="T12" fmla="*/ 107 w 115"/>
                              <a:gd name="T13" fmla="*/ 74 h 114"/>
                              <a:gd name="T14" fmla="*/ 112 w 115"/>
                              <a:gd name="T15" fmla="*/ 93 h 114"/>
                              <a:gd name="T16" fmla="*/ 114 w 115"/>
                              <a:gd name="T17" fmla="*/ 113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15" h="114">
                                <a:moveTo>
                                  <a:pt x="0" y="0"/>
                                </a:moveTo>
                                <a:lnTo>
                                  <a:pt x="38" y="6"/>
                                </a:lnTo>
                                <a:lnTo>
                                  <a:pt x="57" y="15"/>
                                </a:lnTo>
                                <a:lnTo>
                                  <a:pt x="73" y="26"/>
                                </a:lnTo>
                                <a:lnTo>
                                  <a:pt x="87" y="40"/>
                                </a:lnTo>
                                <a:lnTo>
                                  <a:pt x="98" y="56"/>
                                </a:lnTo>
                                <a:lnTo>
                                  <a:pt x="107" y="74"/>
                                </a:lnTo>
                                <a:lnTo>
                                  <a:pt x="112" y="93"/>
                                </a:lnTo>
                                <a:lnTo>
                                  <a:pt x="114" y="113"/>
                                </a:lnTo>
                              </a:path>
                            </a:pathLst>
                          </a:custGeom>
                          <a:noFill/>
                          <a:ln w="698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8"/>
                        <wps:cNvSpPr>
                          <a:spLocks/>
                        </wps:cNvSpPr>
                        <wps:spPr bwMode="auto">
                          <a:xfrm>
                            <a:off x="8078" y="1560"/>
                            <a:ext cx="115" cy="113"/>
                          </a:xfrm>
                          <a:custGeom>
                            <a:avLst/>
                            <a:gdLst>
                              <a:gd name="T0" fmla="*/ 114 w 115"/>
                              <a:gd name="T1" fmla="*/ 0 h 113"/>
                              <a:gd name="T2" fmla="*/ 107 w 115"/>
                              <a:gd name="T3" fmla="*/ 38 h 113"/>
                              <a:gd name="T4" fmla="*/ 98 w 115"/>
                              <a:gd name="T5" fmla="*/ 56 h 113"/>
                              <a:gd name="T6" fmla="*/ 87 w 115"/>
                              <a:gd name="T7" fmla="*/ 72 h 113"/>
                              <a:gd name="T8" fmla="*/ 73 w 115"/>
                              <a:gd name="T9" fmla="*/ 86 h 113"/>
                              <a:gd name="T10" fmla="*/ 57 w 115"/>
                              <a:gd name="T11" fmla="*/ 97 h 113"/>
                              <a:gd name="T12" fmla="*/ 38 w 115"/>
                              <a:gd name="T13" fmla="*/ 106 h 113"/>
                              <a:gd name="T14" fmla="*/ 19 w 115"/>
                              <a:gd name="T15" fmla="*/ 111 h 113"/>
                              <a:gd name="T16" fmla="*/ 0 w 115"/>
                              <a:gd name="T17" fmla="*/ 112 h 1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15" h="113">
                                <a:moveTo>
                                  <a:pt x="114" y="0"/>
                                </a:moveTo>
                                <a:lnTo>
                                  <a:pt x="107" y="38"/>
                                </a:lnTo>
                                <a:lnTo>
                                  <a:pt x="98" y="56"/>
                                </a:lnTo>
                                <a:lnTo>
                                  <a:pt x="87" y="72"/>
                                </a:lnTo>
                                <a:lnTo>
                                  <a:pt x="73" y="86"/>
                                </a:lnTo>
                                <a:lnTo>
                                  <a:pt x="57" y="97"/>
                                </a:lnTo>
                                <a:lnTo>
                                  <a:pt x="38" y="106"/>
                                </a:lnTo>
                                <a:lnTo>
                                  <a:pt x="19" y="111"/>
                                </a:lnTo>
                                <a:lnTo>
                                  <a:pt x="0" y="112"/>
                                </a:lnTo>
                              </a:path>
                            </a:pathLst>
                          </a:custGeom>
                          <a:noFill/>
                          <a:ln w="698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8191" y="1032"/>
                            <a:ext cx="0" cy="528"/>
                          </a:xfrm>
                          <a:prstGeom prst="line">
                            <a:avLst/>
                          </a:prstGeom>
                          <a:noFill/>
                          <a:ln w="69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D5AF34" id="Group 6" o:spid="_x0000_s1026" style="position:absolute;margin-left:355.45pt;margin-top:3.45pt;width:5.7pt;height:37.65pt;z-index:-251658240;mso-position-horizontal-relative:margin" coordorigin="8078,919" coordsize="114,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" o:allowincell="f">
                <v:shape id="Freeform 7" o:spid="_x0000_s1027" style="position:absolute;left:8078;top:919;width:115;height:114;visibility:visible;mso-wrap-style:square;v-text-anchor:top" coordsize="115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" path="m,l38,6r19,9l73,26,87,40,98,56r9,18l112,93r2,20e" filled="f" strokeweight=".55pt">
                  <v:path arrowok="t" o:connecttype="custom" o:connectlocs="0,0;38,6;57,15;73,26;87,40;98,56;107,74;112,93;114,113" o:connectangles="0,0,0,0,0,0,0,0,0"/>
                </v:shape>
                <v:shape id="Freeform 8" o:spid="_x0000_s1028" style="position:absolute;left:8078;top:1560;width:115;height:113;visibility:visible;mso-wrap-style:square;v-text-anchor:top" coordsize="115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" path="m114,r-7,38l98,56,87,72,73,86,57,97r-19,9l19,111,,112e" filled="f" strokeweight=".55pt">
                  <v:path arrowok="t" o:connecttype="custom" o:connectlocs="114,0;107,38;98,56;87,72;73,86;57,97;38,106;19,111;0,112" o:connectangles="0,0,0,0,0,0,0,0,0"/>
                </v:shape>
                <v:line id="Line 9" o:spid="_x0000_s1029" style="position:absolute;visibility:visible;mso-wrap-style:square" from="8191,1032" to="8191,1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" strokeweight=".55pt"/>
                <w10:wrap anchorx="margin"/>
              </v:group>
            </w:pict>
          </mc:Fallback>
        </mc:AlternateContent>
      </w:r>
      <w:r>
        <w:rPr>
          <w:rFonts w:ascii="ＭＳ 明朝" w:hAnsi="ＭＳ 明朝" w:cs="ＭＳ 明朝" w:hint="eastAsia"/>
          <w:spacing w:val="0"/>
          <w:sz w:val="18"/>
          <w:szCs w:val="18"/>
        </w:rPr>
        <w:t>（別記様式６）</w:t>
      </w:r>
    </w:p>
    <w:p w14:paraId="558C9021" w14:textId="280F2215" w:rsidR="00ED5EA3" w:rsidRPr="00C93BD1" w:rsidRDefault="00ED5EA3" w:rsidP="00C93BD1">
      <w:pPr>
        <w:pStyle w:val="a3"/>
        <w:spacing w:line="188" w:lineRule="exact"/>
        <w:jc w:val="center"/>
        <w:rPr>
          <w:rFonts w:hint="eastAsia"/>
          <w:spacing w:val="0"/>
        </w:rPr>
      </w:pPr>
      <w:r>
        <w:rPr>
          <w:rFonts w:ascii="ＭＳ 明朝" w:hAnsi="ＭＳ 明朝" w:cs="ＭＳ 明朝" w:hint="eastAsia"/>
          <w:spacing w:val="0"/>
          <w:sz w:val="20"/>
          <w:szCs w:val="20"/>
        </w:rPr>
        <w:t>注：</w:t>
      </w:r>
      <w:r w:rsidR="00B000B5">
        <w:rPr>
          <w:rFonts w:ascii="ＭＳ 明朝" w:hAnsi="ＭＳ 明朝" w:cs="ＭＳ 明朝" w:hint="eastAsia"/>
          <w:spacing w:val="0"/>
          <w:sz w:val="20"/>
          <w:szCs w:val="20"/>
        </w:rPr>
        <w:t>2</w:t>
      </w:r>
      <w:r w:rsidR="00B000B5">
        <w:rPr>
          <w:rFonts w:ascii="ＭＳ 明朝" w:hAnsi="ＭＳ 明朝" w:cs="ＭＳ 明朝"/>
          <w:spacing w:val="0"/>
          <w:sz w:val="20"/>
          <w:szCs w:val="20"/>
        </w:rPr>
        <w:t>02</w:t>
      </w:r>
      <w:r w:rsidR="00C93BD1">
        <w:rPr>
          <w:rFonts w:ascii="ＭＳ 明朝" w:hAnsi="ＭＳ 明朝" w:cs="ＭＳ 明朝" w:hint="eastAsia"/>
          <w:spacing w:val="0"/>
          <w:sz w:val="20"/>
          <w:szCs w:val="20"/>
        </w:rPr>
        <w:t>5</w:t>
      </w:r>
      <w:r>
        <w:rPr>
          <w:rFonts w:ascii="ＭＳ 明朝" w:hAnsi="ＭＳ 明朝" w:cs="ＭＳ 明朝" w:hint="eastAsia"/>
          <w:spacing w:val="0"/>
          <w:sz w:val="20"/>
          <w:szCs w:val="20"/>
        </w:rPr>
        <w:t>年</w:t>
      </w:r>
      <w:r w:rsidR="00FF70DE">
        <w:rPr>
          <w:rFonts w:ascii="ＭＳ 明朝" w:hAnsi="ＭＳ 明朝" w:cs="ＭＳ 明朝" w:hint="eastAsia"/>
          <w:spacing w:val="0"/>
          <w:sz w:val="20"/>
          <w:szCs w:val="20"/>
        </w:rPr>
        <w:t>1月1日以降に</w:t>
      </w:r>
    </w:p>
    <w:p w14:paraId="0C823502" w14:textId="736C0647" w:rsidR="00ED5EA3" w:rsidRPr="00C93BD1" w:rsidRDefault="00ED5EA3">
      <w:pPr>
        <w:pStyle w:val="a3"/>
        <w:spacing w:line="188" w:lineRule="exact"/>
        <w:rPr>
          <w:rFonts w:eastAsiaTheme="minorEastAsia" w:hint="eastAsia"/>
          <w:spacing w:val="0"/>
        </w:rPr>
      </w:pPr>
      <w:r>
        <w:rPr>
          <w:rFonts w:ascii="ＭＳ 明朝" w:hAnsi="ＭＳ 明朝" w:cs="ＭＳ 明朝" w:hint="eastAsia"/>
          <w:spacing w:val="0"/>
          <w:sz w:val="20"/>
          <w:szCs w:val="20"/>
        </w:rPr>
        <w:t xml:space="preserve">　　　　　　　　　　　</w:t>
      </w:r>
      <w:r>
        <w:rPr>
          <w:rFonts w:eastAsia="Times New Roman"/>
          <w:spacing w:val="0"/>
        </w:rPr>
        <w:t xml:space="preserve">      </w:t>
      </w:r>
      <w:r>
        <w:rPr>
          <w:rFonts w:ascii="ＭＳ 明朝" w:hAnsi="ＭＳ 明朝" w:cs="ＭＳ 明朝" w:hint="eastAsia"/>
          <w:spacing w:val="0"/>
          <w:sz w:val="20"/>
          <w:szCs w:val="20"/>
        </w:rPr>
        <w:t xml:space="preserve">　　就職・転職した人のための証明書です。</w:t>
      </w:r>
    </w:p>
    <w:p w14:paraId="7A383A3B" w14:textId="77777777" w:rsidR="00ED5EA3" w:rsidRDefault="00ED5EA3">
      <w:pPr>
        <w:pStyle w:val="a3"/>
        <w:spacing w:line="188" w:lineRule="exact"/>
        <w:rPr>
          <w:spacing w:val="0"/>
        </w:rPr>
      </w:pPr>
    </w:p>
    <w:p w14:paraId="5A1EE597" w14:textId="77777777" w:rsidR="00ED5EA3" w:rsidRDefault="00ED5EA3">
      <w:pPr>
        <w:pStyle w:val="a3"/>
        <w:rPr>
          <w:spacing w:val="0"/>
        </w:rPr>
      </w:pPr>
    </w:p>
    <w:p w14:paraId="6E5AAAF1" w14:textId="77777777" w:rsidR="00ED5EA3" w:rsidRDefault="00ED5EA3">
      <w:pPr>
        <w:pStyle w:val="a3"/>
        <w:spacing w:line="440" w:lineRule="exact"/>
        <w:jc w:val="center"/>
        <w:rPr>
          <w:spacing w:val="0"/>
        </w:rPr>
      </w:pPr>
      <w:r>
        <w:rPr>
          <w:rFonts w:ascii="ＭＳ 明朝" w:hAnsi="ＭＳ 明朝" w:cs="ＭＳ 明朝" w:hint="eastAsia"/>
          <w:sz w:val="40"/>
          <w:szCs w:val="40"/>
        </w:rPr>
        <w:t>給</w:t>
      </w:r>
      <w:r>
        <w:rPr>
          <w:rFonts w:eastAsia="Times New Roman"/>
          <w:spacing w:val="0"/>
          <w:sz w:val="40"/>
          <w:szCs w:val="40"/>
        </w:rPr>
        <w:t xml:space="preserve"> </w:t>
      </w:r>
      <w:r>
        <w:rPr>
          <w:rFonts w:ascii="ＭＳ 明朝" w:hAnsi="ＭＳ 明朝" w:cs="ＭＳ 明朝" w:hint="eastAsia"/>
          <w:sz w:val="40"/>
          <w:szCs w:val="40"/>
        </w:rPr>
        <w:t>与</w:t>
      </w:r>
      <w:r>
        <w:rPr>
          <w:rFonts w:eastAsia="Times New Roman"/>
          <w:spacing w:val="0"/>
          <w:sz w:val="40"/>
          <w:szCs w:val="40"/>
        </w:rPr>
        <w:t xml:space="preserve"> </w:t>
      </w:r>
      <w:r>
        <w:rPr>
          <w:rFonts w:ascii="ＭＳ 明朝" w:hAnsi="ＭＳ 明朝" w:cs="ＭＳ 明朝" w:hint="eastAsia"/>
          <w:sz w:val="40"/>
          <w:szCs w:val="40"/>
        </w:rPr>
        <w:t>支</w:t>
      </w:r>
      <w:r>
        <w:rPr>
          <w:rFonts w:eastAsia="Times New Roman"/>
          <w:spacing w:val="0"/>
          <w:sz w:val="40"/>
          <w:szCs w:val="40"/>
        </w:rPr>
        <w:t xml:space="preserve"> </w:t>
      </w:r>
      <w:r>
        <w:rPr>
          <w:rFonts w:ascii="ＭＳ 明朝" w:hAnsi="ＭＳ 明朝" w:cs="ＭＳ 明朝" w:hint="eastAsia"/>
          <w:sz w:val="40"/>
          <w:szCs w:val="40"/>
        </w:rPr>
        <w:t>払</w:t>
      </w:r>
      <w:r>
        <w:rPr>
          <w:rFonts w:eastAsia="Times New Roman"/>
          <w:spacing w:val="0"/>
          <w:sz w:val="40"/>
          <w:szCs w:val="40"/>
        </w:rPr>
        <w:t xml:space="preserve"> </w:t>
      </w:r>
      <w:r>
        <w:rPr>
          <w:rFonts w:ascii="ＭＳ 明朝" w:hAnsi="ＭＳ 明朝" w:cs="ＭＳ 明朝" w:hint="eastAsia"/>
          <w:sz w:val="40"/>
          <w:szCs w:val="40"/>
        </w:rPr>
        <w:t>証</w:t>
      </w:r>
      <w:r>
        <w:rPr>
          <w:rFonts w:eastAsia="Times New Roman"/>
          <w:spacing w:val="0"/>
          <w:sz w:val="40"/>
          <w:szCs w:val="40"/>
        </w:rPr>
        <w:t xml:space="preserve"> </w:t>
      </w:r>
      <w:r>
        <w:rPr>
          <w:rFonts w:ascii="ＭＳ 明朝" w:hAnsi="ＭＳ 明朝" w:cs="ＭＳ 明朝" w:hint="eastAsia"/>
          <w:sz w:val="40"/>
          <w:szCs w:val="40"/>
        </w:rPr>
        <w:t>明</w:t>
      </w:r>
      <w:r>
        <w:rPr>
          <w:rFonts w:eastAsia="Times New Roman"/>
          <w:spacing w:val="0"/>
          <w:sz w:val="40"/>
          <w:szCs w:val="40"/>
        </w:rPr>
        <w:t xml:space="preserve"> </w:t>
      </w:r>
      <w:r>
        <w:rPr>
          <w:rFonts w:ascii="ＭＳ 明朝" w:hAnsi="ＭＳ 明朝" w:cs="ＭＳ 明朝" w:hint="eastAsia"/>
          <w:sz w:val="40"/>
          <w:szCs w:val="40"/>
        </w:rPr>
        <w:t>書</w:t>
      </w:r>
    </w:p>
    <w:p w14:paraId="275CDEA2" w14:textId="77777777" w:rsidR="00ED5EA3" w:rsidRDefault="00ED5EA3">
      <w:pPr>
        <w:pStyle w:val="a3"/>
        <w:rPr>
          <w:spacing w:val="0"/>
        </w:rPr>
      </w:pPr>
    </w:p>
    <w:p w14:paraId="30D5A2BA" w14:textId="77777777" w:rsidR="00ED5EA3" w:rsidRDefault="00ED5EA3">
      <w:pPr>
        <w:pStyle w:val="a3"/>
        <w:rPr>
          <w:rFonts w:ascii="ＭＳ 明朝" w:cs="ＭＳ 明朝"/>
        </w:rPr>
      </w:pPr>
      <w:r>
        <w:rPr>
          <w:rFonts w:ascii="ＭＳ 明朝" w:hAnsi="ＭＳ 明朝" w:cs="ＭＳ 明朝" w:hint="eastAsia"/>
        </w:rPr>
        <w:t xml:space="preserve">　総合研究大学院大学に在学中の私の</w:t>
      </w:r>
      <w:r>
        <w:rPr>
          <w:rFonts w:ascii="ＭＳ 明朝" w:hAnsi="ＭＳ 明朝" w:cs="ＭＳ 明朝" w:hint="eastAsia"/>
          <w:u w:val="single" w:color="000000"/>
        </w:rPr>
        <w:t xml:space="preserve">続柄　　　　氏名　　　　　　　　　</w:t>
      </w:r>
      <w:r>
        <w:rPr>
          <w:rFonts w:ascii="ＭＳ 明朝" w:hAnsi="ＭＳ 明朝" w:cs="ＭＳ 明朝" w:hint="eastAsia"/>
        </w:rPr>
        <w:t>が入学料・</w:t>
      </w:r>
      <w:r>
        <w:rPr>
          <w:rFonts w:ascii="ＭＳ 明朝" w:hAnsi="ＭＳ 明朝" w:cs="ＭＳ 明朝"/>
        </w:rPr>
        <w:t xml:space="preserve">  </w:t>
      </w:r>
      <w:r>
        <w:rPr>
          <w:rFonts w:ascii="ＭＳ 明朝" w:hAnsi="ＭＳ 明朝" w:cs="ＭＳ 明朝" w:hint="eastAsia"/>
        </w:rPr>
        <w:t>授業料免除を申請するため必要ですので，下記について証明くださるようお願いいたし</w:t>
      </w:r>
    </w:p>
    <w:p w14:paraId="0ED0840D" w14:textId="77777777"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</w:rPr>
        <w:t>ます。</w:t>
      </w:r>
    </w:p>
    <w:p w14:paraId="7066AF53" w14:textId="77777777" w:rsidR="00ED5EA3" w:rsidRDefault="00ED5EA3">
      <w:pPr>
        <w:pStyle w:val="a3"/>
        <w:rPr>
          <w:spacing w:val="0"/>
        </w:rPr>
      </w:pPr>
    </w:p>
    <w:p w14:paraId="2E6103BB" w14:textId="77777777"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</w:rPr>
        <w:t xml:space="preserve">　</w:t>
      </w:r>
      <w:r>
        <w:rPr>
          <w:rFonts w:ascii="ＭＳ 明朝" w:hAnsi="ＭＳ 明朝" w:cs="ＭＳ 明朝" w:hint="eastAsia"/>
          <w:u w:val="single" w:color="000000"/>
        </w:rPr>
        <w:t xml:space="preserve">受給者氏名　　　　　　　　　</w:t>
      </w:r>
      <w:r>
        <w:rPr>
          <w:rFonts w:ascii="ＭＳ 明朝" w:hAnsi="ＭＳ 明朝" w:cs="ＭＳ 明朝" w:hint="eastAsia"/>
        </w:rPr>
        <w:t xml:space="preserve">　</w:t>
      </w:r>
      <w:r w:rsidR="00906DDE">
        <w:rPr>
          <w:rFonts w:ascii="ＭＳ 明朝" w:hAnsi="ＭＳ 明朝" w:cs="ＭＳ 明朝" w:hint="eastAsia"/>
          <w:u w:val="single" w:color="000000"/>
        </w:rPr>
        <w:t xml:space="preserve">就職年月日　</w:t>
      </w:r>
      <w:r>
        <w:rPr>
          <w:rFonts w:ascii="ＭＳ 明朝" w:hAnsi="ＭＳ 明朝" w:cs="ＭＳ 明朝" w:hint="eastAsia"/>
          <w:u w:val="single" w:color="000000"/>
        </w:rPr>
        <w:t xml:space="preserve">　　　年　　　月　　　日</w:t>
      </w:r>
    </w:p>
    <w:p w14:paraId="5AD8EB15" w14:textId="77777777" w:rsidR="00ED5EA3" w:rsidRPr="00B000B5" w:rsidRDefault="00ED5EA3">
      <w:pPr>
        <w:pStyle w:val="a3"/>
        <w:rPr>
          <w:spacing w:val="0"/>
        </w:rPr>
      </w:pPr>
    </w:p>
    <w:p w14:paraId="4EBF6FC7" w14:textId="77777777"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  <w:b/>
          <w:bCs/>
        </w:rPr>
        <w:t>１．最近３ヶ月分の給与支給額を当該月欄に記入願います。</w:t>
      </w:r>
    </w:p>
    <w:p w14:paraId="212FF565" w14:textId="77777777"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</w:rPr>
        <w:t xml:space="preserve">　　　　なお，採用３ヶ月分に満たない場合は採用月から，また支給実績がない場合は，</w:t>
      </w:r>
    </w:p>
    <w:p w14:paraId="47E5DDD6" w14:textId="77777777"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</w:rPr>
        <w:t xml:space="preserve">　　　１ヶ月分の支給見込額を記入願います。</w:t>
      </w:r>
    </w:p>
    <w:p w14:paraId="587C32C8" w14:textId="77777777" w:rsidR="00ED5EA3" w:rsidRDefault="00ED5EA3">
      <w:pPr>
        <w:pStyle w:val="a3"/>
        <w:spacing w:line="120" w:lineRule="exact"/>
        <w:rPr>
          <w:spacing w:val="0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800"/>
        <w:gridCol w:w="1200"/>
        <w:gridCol w:w="1200"/>
        <w:gridCol w:w="3600"/>
        <w:gridCol w:w="1800"/>
      </w:tblGrid>
      <w:tr w:rsidR="00ED5EA3" w14:paraId="3E243717" w14:textId="77777777">
        <w:trPr>
          <w:cantSplit/>
          <w:trHeight w:hRule="exact" w:val="748"/>
        </w:trPr>
        <w:tc>
          <w:tcPr>
            <w:tcW w:w="18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FB50CE8" w14:textId="77777777"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4FBCE97C" w14:textId="77777777" w:rsidR="00ED5EA3" w:rsidRDefault="00ED5EA3">
            <w:pPr>
              <w:pStyle w:val="a3"/>
              <w:spacing w:before="256"/>
              <w:jc w:val="center"/>
              <w:rPr>
                <w:spacing w:val="0"/>
              </w:rPr>
            </w:pPr>
            <w:r>
              <w:rPr>
                <w:rFonts w:ascii="ＭＳ 明朝" w:cs="ＭＳ 明朝"/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年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D5625A5" w14:textId="77777777" w:rsidR="00ED5EA3" w:rsidRDefault="00ED5EA3">
            <w:pPr>
              <w:pStyle w:val="a3"/>
              <w:spacing w:before="256"/>
              <w:jc w:val="center"/>
              <w:rPr>
                <w:spacing w:val="0"/>
              </w:rPr>
            </w:pPr>
            <w:r>
              <w:rPr>
                <w:rFonts w:ascii="ＭＳ 明朝" w:cs="ＭＳ 明朝"/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月</w:t>
            </w:r>
          </w:p>
        </w:tc>
        <w:tc>
          <w:tcPr>
            <w:tcW w:w="3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CEEFE7D" w14:textId="77777777" w:rsidR="00ED5EA3" w:rsidRDefault="00ED5EA3">
            <w:pPr>
              <w:pStyle w:val="a3"/>
              <w:spacing w:before="256"/>
              <w:jc w:val="center"/>
              <w:rPr>
                <w:spacing w:val="0"/>
              </w:rPr>
            </w:pPr>
            <w:r>
              <w:rPr>
                <w:rFonts w:ascii="ＭＳ 明朝" w:cs="ＭＳ 明朝"/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給　与　支　給　額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7A5C931" w14:textId="77777777" w:rsidR="00ED5EA3" w:rsidRDefault="00ED5EA3">
            <w:pPr>
              <w:pStyle w:val="a3"/>
              <w:spacing w:before="256"/>
              <w:jc w:val="center"/>
              <w:rPr>
                <w:spacing w:val="0"/>
              </w:rPr>
            </w:pPr>
          </w:p>
        </w:tc>
      </w:tr>
      <w:tr w:rsidR="00ED5EA3" w14:paraId="1F721F31" w14:textId="77777777">
        <w:trPr>
          <w:cantSplit/>
          <w:trHeight w:hRule="exact" w:val="748"/>
        </w:trPr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E62427A" w14:textId="77777777" w:rsidR="00ED5EA3" w:rsidRDefault="00ED5EA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6A9D02FB" w14:textId="77777777"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884E06" w14:textId="77777777"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25F2CE" w14:textId="77777777"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6E08C45" w14:textId="77777777"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</w:tr>
      <w:tr w:rsidR="00ED5EA3" w14:paraId="0A073DCC" w14:textId="77777777">
        <w:trPr>
          <w:cantSplit/>
          <w:trHeight w:hRule="exact" w:val="750"/>
        </w:trPr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8235278" w14:textId="77777777" w:rsidR="00ED5EA3" w:rsidRDefault="00ED5EA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E1FC438" w14:textId="77777777"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B797A6" w14:textId="77777777"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418628" w14:textId="77777777"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DC497FA" w14:textId="77777777"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</w:tr>
      <w:tr w:rsidR="00ED5EA3" w14:paraId="2E6A4121" w14:textId="77777777">
        <w:trPr>
          <w:cantSplit/>
          <w:trHeight w:hRule="exact" w:val="752"/>
        </w:trPr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2DA64C5" w14:textId="77777777" w:rsidR="00ED5EA3" w:rsidRDefault="00ED5EA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1F58B31C" w14:textId="77777777"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DBEEF9" w14:textId="77777777"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6B89F8" w14:textId="77777777"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098BBD1" w14:textId="77777777"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</w:tr>
      <w:tr w:rsidR="00ED5EA3" w14:paraId="09A033CC" w14:textId="77777777">
        <w:trPr>
          <w:cantSplit/>
          <w:trHeight w:hRule="exact" w:val="752"/>
        </w:trPr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D5160BC" w14:textId="77777777" w:rsidR="00ED5EA3" w:rsidRDefault="00ED5EA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8ECA7" w14:textId="77777777" w:rsidR="00ED5EA3" w:rsidRDefault="00ED5EA3">
            <w:pPr>
              <w:pStyle w:val="a3"/>
              <w:spacing w:before="256"/>
              <w:rPr>
                <w:spacing w:val="0"/>
              </w:rPr>
            </w:pPr>
            <w:r>
              <w:rPr>
                <w:rFonts w:ascii="ＭＳ 明朝" w:cs="ＭＳ 明朝"/>
                <w:spacing w:val="0"/>
              </w:rPr>
              <w:t xml:space="preserve"> </w:t>
            </w:r>
            <w:r>
              <w:rPr>
                <w:rFonts w:eastAsia="Times New Roman"/>
                <w:spacing w:val="0"/>
              </w:rPr>
              <w:t xml:space="preserve">    </w:t>
            </w:r>
            <w:r>
              <w:rPr>
                <w:rFonts w:ascii="ＭＳ 明朝" w:hAnsi="ＭＳ 明朝" w:cs="ＭＳ 明朝" w:hint="eastAsia"/>
              </w:rPr>
              <w:t>合　　　計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9BB322" w14:textId="77777777"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53411EB" w14:textId="77777777"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</w:tr>
    </w:tbl>
    <w:p w14:paraId="61EFE143" w14:textId="77777777" w:rsidR="00ED5EA3" w:rsidRDefault="00ED5EA3">
      <w:pPr>
        <w:pStyle w:val="a3"/>
        <w:spacing w:line="256" w:lineRule="exact"/>
        <w:rPr>
          <w:spacing w:val="0"/>
        </w:rPr>
      </w:pPr>
    </w:p>
    <w:p w14:paraId="4AA1C478" w14:textId="77777777"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  <w:b/>
          <w:bCs/>
        </w:rPr>
        <w:t>２．賞与</w:t>
      </w:r>
    </w:p>
    <w:p w14:paraId="3AFB1679" w14:textId="77777777" w:rsidR="00ED5EA3" w:rsidRDefault="00ED5EA3">
      <w:pPr>
        <w:pStyle w:val="a3"/>
        <w:rPr>
          <w:spacing w:val="0"/>
        </w:rPr>
      </w:pPr>
      <w:r>
        <w:rPr>
          <w:rFonts w:eastAsia="Times New Roman"/>
          <w:spacing w:val="0"/>
        </w:rPr>
        <w:t xml:space="preserve"> </w:t>
      </w:r>
      <w:r>
        <w:rPr>
          <w:rFonts w:ascii="ＭＳ 明朝" w:hAnsi="ＭＳ 明朝" w:cs="ＭＳ 明朝" w:hint="eastAsia"/>
        </w:rPr>
        <w:t xml:space="preserve">　有・無どちらかにチェックし，有の場合は１年間分の支給見込月数または支給見込額</w:t>
      </w:r>
    </w:p>
    <w:p w14:paraId="4D99E27E" w14:textId="77777777" w:rsidR="00ED5EA3" w:rsidRDefault="00ED5EA3">
      <w:pPr>
        <w:pStyle w:val="a3"/>
        <w:rPr>
          <w:spacing w:val="0"/>
        </w:rPr>
      </w:pPr>
      <w:r>
        <w:rPr>
          <w:rFonts w:eastAsia="Times New Roman"/>
          <w:spacing w:val="0"/>
        </w:rPr>
        <w:t xml:space="preserve">  </w:t>
      </w:r>
      <w:r>
        <w:rPr>
          <w:rFonts w:ascii="ＭＳ 明朝" w:hAnsi="ＭＳ 明朝" w:cs="ＭＳ 明朝" w:hint="eastAsia"/>
        </w:rPr>
        <w:t>を記入願います。</w:t>
      </w:r>
    </w:p>
    <w:p w14:paraId="2392E101" w14:textId="77777777" w:rsidR="00ED5EA3" w:rsidRDefault="00ED5EA3">
      <w:pPr>
        <w:pStyle w:val="a3"/>
        <w:rPr>
          <w:spacing w:val="0"/>
        </w:rPr>
      </w:pPr>
    </w:p>
    <w:p w14:paraId="54CEA60C" w14:textId="77777777"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</w:rPr>
        <w:t xml:space="preserve">　　　　□　有　（年間　　　ヶ月程度）　・　（年間　　　　　　　円程度）</w:t>
      </w:r>
    </w:p>
    <w:p w14:paraId="16C50D87" w14:textId="77777777"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</w:rPr>
        <w:t xml:space="preserve">　　</w:t>
      </w:r>
    </w:p>
    <w:p w14:paraId="20A4AE7D" w14:textId="77777777"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</w:rPr>
        <w:t xml:space="preserve">　　　　□　無</w:t>
      </w:r>
    </w:p>
    <w:p w14:paraId="68C6BEF5" w14:textId="77777777" w:rsidR="00ED5EA3" w:rsidRDefault="00ED5EA3">
      <w:pPr>
        <w:pStyle w:val="a3"/>
        <w:rPr>
          <w:spacing w:val="0"/>
        </w:rPr>
      </w:pPr>
      <w:r>
        <w:rPr>
          <w:rFonts w:eastAsia="Times New Roman"/>
          <w:spacing w:val="0"/>
        </w:rPr>
        <w:t xml:space="preserve">                            </w:t>
      </w:r>
      <w:r>
        <w:rPr>
          <w:rFonts w:ascii="ＭＳ 明朝" w:hAnsi="ＭＳ 明朝" w:cs="ＭＳ 明朝" w:hint="eastAsia"/>
        </w:rPr>
        <w:t>上記のとおり証明します。</w:t>
      </w:r>
    </w:p>
    <w:p w14:paraId="2B98BD22" w14:textId="77777777" w:rsidR="00ED5EA3" w:rsidRDefault="00ED5EA3">
      <w:pPr>
        <w:pStyle w:val="a3"/>
        <w:rPr>
          <w:spacing w:val="0"/>
        </w:rPr>
      </w:pPr>
      <w:r>
        <w:rPr>
          <w:rFonts w:eastAsia="Times New Roman"/>
          <w:spacing w:val="0"/>
        </w:rPr>
        <w:t xml:space="preserve">                                </w:t>
      </w:r>
      <w:r>
        <w:rPr>
          <w:rFonts w:ascii="ＭＳ 明朝" w:hAnsi="ＭＳ 明朝" w:cs="ＭＳ 明朝" w:hint="eastAsia"/>
        </w:rPr>
        <w:t xml:space="preserve">　　　年　　　月　　　日</w:t>
      </w:r>
    </w:p>
    <w:p w14:paraId="1D9C8C0F" w14:textId="77777777" w:rsidR="00ED5EA3" w:rsidRDefault="00ED5EA3">
      <w:pPr>
        <w:pStyle w:val="a3"/>
        <w:rPr>
          <w:spacing w:val="0"/>
        </w:rPr>
      </w:pPr>
    </w:p>
    <w:p w14:paraId="19B5D299" w14:textId="77777777" w:rsidR="00ED5EA3" w:rsidRDefault="00ED5EA3">
      <w:pPr>
        <w:pStyle w:val="a3"/>
        <w:rPr>
          <w:spacing w:val="0"/>
          <w:lang w:eastAsia="zh-TW"/>
        </w:rPr>
      </w:pPr>
      <w:r>
        <w:rPr>
          <w:rFonts w:ascii="ＭＳ 明朝" w:hAnsi="ＭＳ 明朝" w:cs="ＭＳ 明朝" w:hint="eastAsia"/>
        </w:rPr>
        <w:t xml:space="preserve">　　　　　　　　　　　　　　　　　</w:t>
      </w:r>
      <w:r>
        <w:rPr>
          <w:rFonts w:ascii="ＭＳ 明朝" w:hAnsi="ＭＳ 明朝" w:cs="ＭＳ 明朝" w:hint="eastAsia"/>
          <w:u w:val="single" w:color="000000"/>
          <w:lang w:eastAsia="zh-TW"/>
        </w:rPr>
        <w:t>証明者　　　　　　　　　　　　　　　　（印）</w:t>
      </w:r>
    </w:p>
    <w:p w14:paraId="6F5D056E" w14:textId="77777777" w:rsidR="00ED5EA3" w:rsidRDefault="00ED5EA3">
      <w:pPr>
        <w:pStyle w:val="a3"/>
        <w:rPr>
          <w:spacing w:val="0"/>
          <w:lang w:eastAsia="zh-TW"/>
        </w:rPr>
      </w:pPr>
    </w:p>
    <w:p w14:paraId="5EA64299" w14:textId="77777777" w:rsidR="00ED5EA3" w:rsidRDefault="00ED5EA3">
      <w:pPr>
        <w:pStyle w:val="a3"/>
        <w:rPr>
          <w:spacing w:val="0"/>
          <w:lang w:eastAsia="zh-TW"/>
        </w:rPr>
      </w:pPr>
      <w:r>
        <w:rPr>
          <w:rFonts w:ascii="ＭＳ 明朝" w:hAnsi="ＭＳ 明朝" w:cs="ＭＳ 明朝" w:hint="eastAsia"/>
          <w:lang w:eastAsia="zh-TW"/>
        </w:rPr>
        <w:t xml:space="preserve">　　　　　　　　　　　　　　　　　</w:t>
      </w:r>
      <w:r>
        <w:rPr>
          <w:rFonts w:ascii="ＭＳ 明朝" w:hAnsi="ＭＳ 明朝" w:cs="ＭＳ 明朝" w:hint="eastAsia"/>
          <w:u w:val="single" w:color="000000"/>
          <w:lang w:eastAsia="zh-TW"/>
        </w:rPr>
        <w:t xml:space="preserve">連絡先　</w:t>
      </w:r>
      <w:r>
        <w:rPr>
          <w:rFonts w:eastAsia="Times New Roman"/>
          <w:u w:val="single" w:color="000000"/>
          <w:lang w:eastAsia="zh-TW"/>
        </w:rPr>
        <w:t>TEL</w:t>
      </w:r>
      <w:r>
        <w:rPr>
          <w:rFonts w:ascii="ＭＳ 明朝" w:hAnsi="ＭＳ 明朝" w:cs="ＭＳ 明朝" w:hint="eastAsia"/>
          <w:u w:val="single" w:color="000000"/>
          <w:lang w:eastAsia="zh-TW"/>
        </w:rPr>
        <w:t xml:space="preserve">　　　　（　　　　）　　　　　　</w:t>
      </w:r>
    </w:p>
    <w:p w14:paraId="2B55C851" w14:textId="77777777" w:rsidR="00ED5EA3" w:rsidRDefault="00ED5EA3">
      <w:pPr>
        <w:pStyle w:val="a3"/>
        <w:rPr>
          <w:spacing w:val="0"/>
          <w:lang w:eastAsia="zh-TW"/>
        </w:rPr>
      </w:pPr>
    </w:p>
    <w:sectPr w:rsidR="00ED5EA3">
      <w:pgSz w:w="11906" w:h="16838"/>
      <w:pgMar w:top="850" w:right="1134" w:bottom="850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D2A268" w14:textId="77777777" w:rsidR="00606FA1" w:rsidRDefault="00606FA1" w:rsidP="003D6575">
      <w:r>
        <w:separator/>
      </w:r>
    </w:p>
  </w:endnote>
  <w:endnote w:type="continuationSeparator" w:id="0">
    <w:p w14:paraId="4E4DB435" w14:textId="77777777" w:rsidR="00606FA1" w:rsidRDefault="00606FA1" w:rsidP="003D6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544E0" w14:textId="77777777" w:rsidR="00606FA1" w:rsidRDefault="00606FA1" w:rsidP="003D6575">
      <w:r>
        <w:separator/>
      </w:r>
    </w:p>
  </w:footnote>
  <w:footnote w:type="continuationSeparator" w:id="0">
    <w:p w14:paraId="7142C6C0" w14:textId="77777777" w:rsidR="00606FA1" w:rsidRDefault="00606FA1" w:rsidP="003D65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EA3"/>
    <w:rsid w:val="000701CB"/>
    <w:rsid w:val="000C2AAE"/>
    <w:rsid w:val="000F13DD"/>
    <w:rsid w:val="000F76EF"/>
    <w:rsid w:val="00104A2A"/>
    <w:rsid w:val="001D294C"/>
    <w:rsid w:val="00256C43"/>
    <w:rsid w:val="002B31A5"/>
    <w:rsid w:val="002C67B6"/>
    <w:rsid w:val="002E4E92"/>
    <w:rsid w:val="00397926"/>
    <w:rsid w:val="003D6575"/>
    <w:rsid w:val="00530855"/>
    <w:rsid w:val="005C3282"/>
    <w:rsid w:val="00606FA1"/>
    <w:rsid w:val="00622DE1"/>
    <w:rsid w:val="006547C6"/>
    <w:rsid w:val="006D4D7F"/>
    <w:rsid w:val="006E4A18"/>
    <w:rsid w:val="0083363B"/>
    <w:rsid w:val="00856633"/>
    <w:rsid w:val="008F3CEC"/>
    <w:rsid w:val="008F795A"/>
    <w:rsid w:val="00906DDE"/>
    <w:rsid w:val="0095039E"/>
    <w:rsid w:val="00AD03C9"/>
    <w:rsid w:val="00AE478C"/>
    <w:rsid w:val="00B000B5"/>
    <w:rsid w:val="00BC0617"/>
    <w:rsid w:val="00BE4F3B"/>
    <w:rsid w:val="00C80CFE"/>
    <w:rsid w:val="00C91F1B"/>
    <w:rsid w:val="00C93BD1"/>
    <w:rsid w:val="00D43152"/>
    <w:rsid w:val="00E648B8"/>
    <w:rsid w:val="00EA1D74"/>
    <w:rsid w:val="00ED5EA3"/>
    <w:rsid w:val="00F069C3"/>
    <w:rsid w:val="00F859B9"/>
    <w:rsid w:val="00FF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75813B29"/>
  <w15:chartTrackingRefBased/>
  <w15:docId w15:val="{94857A7F-7A00-4BC5-936C-5ADC141F7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76" w:lineRule="exact"/>
      <w:jc w:val="both"/>
    </w:pPr>
    <w:rPr>
      <w:rFonts w:ascii="Times New Roman" w:hAnsi="Times New Roman"/>
      <w:spacing w:val="-1"/>
      <w:sz w:val="24"/>
      <w:szCs w:val="24"/>
    </w:rPr>
  </w:style>
  <w:style w:type="paragraph" w:styleId="a4">
    <w:name w:val="header"/>
    <w:basedOn w:val="a"/>
    <w:link w:val="a5"/>
    <w:rsid w:val="003D65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D6575"/>
    <w:rPr>
      <w:rFonts w:cs="Century"/>
      <w:kern w:val="2"/>
      <w:sz w:val="21"/>
      <w:szCs w:val="21"/>
    </w:rPr>
  </w:style>
  <w:style w:type="paragraph" w:styleId="a6">
    <w:name w:val="footer"/>
    <w:basedOn w:val="a"/>
    <w:link w:val="a7"/>
    <w:rsid w:val="003D65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D6575"/>
    <w:rPr>
      <w:rFonts w:cs="Century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KOUSEI\&#65297;&#65304;&#20813;&#38500;&#38306;&#20418;\18&#21069;&#30003;&#35531;&#26696;&#20869;\DOC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DOC8READ.DOT</Template>
  <TotalTime>2</TotalTime>
  <Pages>1</Pages>
  <Words>310</Words>
  <Characters>314</Characters>
  <Application>Microsoft Office Word</Application>
  <DocSecurity>0</DocSecurity>
  <Lines>62</Lines>
  <Paragraphs>44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様式６　　　　　　     　　</vt:lpstr>
      <vt:lpstr>様式６　　　　　　     　　</vt:lpstr>
    </vt:vector>
  </TitlesOfParts>
  <Company>総合研究大学院大学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様式６　　　　　　     　　</dc:title>
  <dc:subject/>
  <dc:creator>kousei</dc:creator>
  <cp:keywords/>
  <dc:description/>
  <cp:lastModifiedBy>千葉　 和哉</cp:lastModifiedBy>
  <cp:revision>14</cp:revision>
  <cp:lastPrinted>2020-01-07T05:48:00Z</cp:lastPrinted>
  <dcterms:created xsi:type="dcterms:W3CDTF">2019-07-22T05:32:00Z</dcterms:created>
  <dcterms:modified xsi:type="dcterms:W3CDTF">2026-01-15T07:34:00Z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7ca707d57dfc4a233c615d89c916823400015aeb1b4016a89dec2adaf3669f78</vt:lpwstr>
  </property>
</Properties>
</file>