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A2724" w14:textId="4146D2A7" w:rsidR="00E76915" w:rsidRPr="0027489A" w:rsidRDefault="008E5DBC" w:rsidP="008E5DBC">
      <w:pPr>
        <w:pStyle w:val="a3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</w:t>
      </w:r>
      <w:r w:rsidR="00E76915" w:rsidRPr="0027489A">
        <w:rPr>
          <w:sz w:val="20"/>
          <w:szCs w:val="20"/>
        </w:rPr>
        <w:t>様式７</w:t>
      </w:r>
      <w:r>
        <w:rPr>
          <w:rFonts w:hint="eastAsia"/>
          <w:sz w:val="20"/>
          <w:szCs w:val="20"/>
        </w:rPr>
        <w:t>/</w:t>
      </w:r>
      <w:r w:rsidR="005A4959" w:rsidRPr="0027489A">
        <w:rPr>
          <w:sz w:val="20"/>
          <w:szCs w:val="20"/>
        </w:rPr>
        <w:t>Form7</w:t>
      </w:r>
      <w:r>
        <w:rPr>
          <w:rFonts w:hint="eastAsia"/>
          <w:sz w:val="20"/>
          <w:szCs w:val="20"/>
        </w:rPr>
        <w:t>）</w:t>
      </w:r>
    </w:p>
    <w:p w14:paraId="521C608D" w14:textId="2434049D" w:rsidR="00E76915" w:rsidRPr="008E5DBC" w:rsidRDefault="00E76915" w:rsidP="008E5DBC">
      <w:pPr>
        <w:pStyle w:val="a3"/>
        <w:spacing w:line="330" w:lineRule="exact"/>
        <w:jc w:val="center"/>
        <w:rPr>
          <w:rFonts w:eastAsiaTheme="minorEastAsia" w:hint="eastAsia"/>
          <w:sz w:val="28"/>
          <w:szCs w:val="28"/>
        </w:rPr>
      </w:pPr>
      <w:r w:rsidRPr="0027489A">
        <w:rPr>
          <w:sz w:val="28"/>
          <w:szCs w:val="28"/>
        </w:rPr>
        <w:t>ア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ル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バ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イ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ト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等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状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況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申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告</w:t>
      </w:r>
      <w:r w:rsidRPr="0027489A">
        <w:rPr>
          <w:rFonts w:eastAsia="Times New Roman"/>
          <w:sz w:val="28"/>
          <w:szCs w:val="28"/>
        </w:rPr>
        <w:t xml:space="preserve"> </w:t>
      </w:r>
      <w:r w:rsidRPr="0027489A">
        <w:rPr>
          <w:sz w:val="28"/>
          <w:szCs w:val="28"/>
        </w:rPr>
        <w:t>書</w:t>
      </w:r>
    </w:p>
    <w:p w14:paraId="25B0DE36" w14:textId="77777777" w:rsidR="005A4959" w:rsidRPr="0027489A" w:rsidRDefault="005A4959" w:rsidP="008E5DBC">
      <w:pPr>
        <w:pStyle w:val="a3"/>
        <w:spacing w:line="330" w:lineRule="exact"/>
        <w:jc w:val="center"/>
        <w:rPr>
          <w:sz w:val="28"/>
          <w:szCs w:val="28"/>
        </w:rPr>
      </w:pPr>
      <w:r w:rsidRPr="0027489A">
        <w:rPr>
          <w:rFonts w:eastAsia="Times New Roman"/>
          <w:sz w:val="28"/>
          <w:szCs w:val="28"/>
        </w:rPr>
        <w:t>Part-Time Employment Status Report</w:t>
      </w:r>
    </w:p>
    <w:p w14:paraId="0D49810E" w14:textId="77777777" w:rsidR="00E76915" w:rsidRPr="0027489A" w:rsidRDefault="00E76915">
      <w:pPr>
        <w:pStyle w:val="a3"/>
      </w:pPr>
    </w:p>
    <w:p w14:paraId="57E8BBD8" w14:textId="77777777" w:rsidR="00E76915" w:rsidRPr="0027489A" w:rsidRDefault="00E76915">
      <w:pPr>
        <w:pStyle w:val="a3"/>
        <w:rPr>
          <w:sz w:val="20"/>
          <w:szCs w:val="20"/>
        </w:rPr>
      </w:pPr>
      <w:r w:rsidRPr="0027489A">
        <w:t xml:space="preserve">　　　　　　　　　　　　　　　　　　　　　　　　　　　　　　　　　　　　</w:t>
      </w:r>
      <w:r w:rsidRPr="0027489A">
        <w:rPr>
          <w:sz w:val="20"/>
          <w:szCs w:val="20"/>
        </w:rPr>
        <w:t xml:space="preserve">　　年　　月　　日</w:t>
      </w:r>
    </w:p>
    <w:p w14:paraId="167B2B6F" w14:textId="77777777" w:rsidR="00E76915" w:rsidRPr="0027489A" w:rsidRDefault="005A4959" w:rsidP="00CD7155">
      <w:pPr>
        <w:pStyle w:val="a3"/>
        <w:ind w:right="420" w:firstLineChars="3800" w:firstLine="7600"/>
        <w:rPr>
          <w:sz w:val="20"/>
          <w:szCs w:val="20"/>
        </w:rPr>
      </w:pPr>
      <w:r w:rsidRPr="0027489A">
        <w:rPr>
          <w:sz w:val="20"/>
          <w:szCs w:val="20"/>
        </w:rPr>
        <w:t>(Year   Month</w:t>
      </w:r>
      <w:r w:rsidR="00E50BA0" w:rsidRPr="0027489A">
        <w:rPr>
          <w:sz w:val="20"/>
          <w:szCs w:val="20"/>
        </w:rPr>
        <w:t xml:space="preserve"> </w:t>
      </w:r>
      <w:r w:rsidRPr="0027489A">
        <w:rPr>
          <w:sz w:val="20"/>
          <w:szCs w:val="20"/>
        </w:rPr>
        <w:t xml:space="preserve">  Day)</w:t>
      </w:r>
    </w:p>
    <w:p w14:paraId="0E3DEC43" w14:textId="77777777" w:rsidR="00CD7155" w:rsidRPr="0027489A" w:rsidRDefault="00CD7155" w:rsidP="00CD7155">
      <w:pPr>
        <w:pStyle w:val="a3"/>
        <w:ind w:right="420" w:firstLineChars="3800" w:firstLine="7600"/>
        <w:rPr>
          <w:sz w:val="20"/>
          <w:szCs w:val="20"/>
        </w:rPr>
      </w:pPr>
    </w:p>
    <w:p w14:paraId="789D7CE2" w14:textId="77777777" w:rsidR="00E76915" w:rsidRPr="0027489A" w:rsidRDefault="00E76915">
      <w:pPr>
        <w:pStyle w:val="a3"/>
        <w:rPr>
          <w:sz w:val="22"/>
          <w:szCs w:val="22"/>
          <w:lang w:eastAsia="zh-CN"/>
        </w:rPr>
      </w:pPr>
      <w:r w:rsidRPr="0027489A">
        <w:rPr>
          <w:sz w:val="22"/>
          <w:szCs w:val="22"/>
          <w:lang w:eastAsia="zh-CN"/>
        </w:rPr>
        <w:t>総合研究大学院大学長　殿</w:t>
      </w:r>
    </w:p>
    <w:p w14:paraId="4CCCF34B" w14:textId="77777777" w:rsidR="00E76915" w:rsidRPr="0027489A" w:rsidRDefault="00E50BA0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To the President, </w:t>
      </w:r>
      <w:r w:rsidR="007C10FF">
        <w:rPr>
          <w:sz w:val="20"/>
          <w:szCs w:val="20"/>
        </w:rPr>
        <w:t>The Graduate University for Advanced Studies, SOKENDAI</w:t>
      </w:r>
    </w:p>
    <w:p w14:paraId="6D9E7490" w14:textId="77777777" w:rsidR="00CD7155" w:rsidRPr="0027489A" w:rsidRDefault="00CD7155">
      <w:pPr>
        <w:pStyle w:val="a3"/>
        <w:rPr>
          <w:sz w:val="20"/>
          <w:szCs w:val="20"/>
        </w:rPr>
      </w:pPr>
    </w:p>
    <w:p w14:paraId="72EA9CDD" w14:textId="77777777"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="00540955">
        <w:rPr>
          <w:rFonts w:hint="eastAsia"/>
          <w:sz w:val="20"/>
          <w:szCs w:val="20"/>
          <w:u w:val="single" w:color="000000"/>
        </w:rPr>
        <w:t xml:space="preserve">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年　　月入学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14:paraId="2D90C17F" w14:textId="77777777" w:rsidR="00E76915" w:rsidRPr="0027489A" w:rsidRDefault="00E76915">
      <w:pPr>
        <w:pStyle w:val="a3"/>
        <w:spacing w:line="180" w:lineRule="exact"/>
        <w:rPr>
          <w:rFonts w:eastAsia="SimSun"/>
          <w:sz w:val="20"/>
          <w:szCs w:val="20"/>
          <w:lang w:eastAsia="zh-CN"/>
        </w:rPr>
      </w:pPr>
      <w:r w:rsidRPr="0027489A">
        <w:rPr>
          <w:rFonts w:eastAsia="Times New Roman"/>
          <w:lang w:eastAsia="zh-CN"/>
        </w:rPr>
        <w:t xml:space="preserve">                          </w:t>
      </w:r>
      <w:r w:rsidR="00800942" w:rsidRPr="0027489A">
        <w:rPr>
          <w:rFonts w:eastAsia="Times New Roman"/>
          <w:lang w:eastAsia="zh-CN"/>
        </w:rPr>
        <w:t xml:space="preserve">        </w:t>
      </w:r>
      <w:r w:rsidR="00800942" w:rsidRPr="0027489A">
        <w:rPr>
          <w:rFonts w:eastAsia="Times New Roman"/>
          <w:sz w:val="20"/>
          <w:szCs w:val="20"/>
          <w:lang w:eastAsia="zh-CN"/>
        </w:rPr>
        <w:t>Academic Year of Admission</w:t>
      </w:r>
    </w:p>
    <w:p w14:paraId="255BFEAE" w14:textId="77777777"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　　　　　　　　研究科　　　　　　　　専攻</w:t>
      </w:r>
      <w:r w:rsidR="000E2D39">
        <w:rPr>
          <w:rFonts w:hint="eastAsia"/>
          <w:sz w:val="20"/>
          <w:szCs w:val="20"/>
          <w:u w:val="single" w:color="000000"/>
        </w:rPr>
        <w:t>/</w:t>
      </w:r>
      <w:r w:rsidR="000E2D39">
        <w:rPr>
          <w:rFonts w:hint="eastAsia"/>
          <w:sz w:val="20"/>
          <w:szCs w:val="20"/>
          <w:u w:val="single" w:color="000000"/>
        </w:rPr>
        <w:t>コース</w:t>
      </w:r>
      <w:r w:rsidRPr="0027489A">
        <w:rPr>
          <w:rFonts w:eastAsia="Times New Roman"/>
          <w:sz w:val="20"/>
          <w:szCs w:val="20"/>
          <w:lang w:eastAsia="zh-CN"/>
        </w:rPr>
        <w:t xml:space="preserve">       </w:t>
      </w:r>
    </w:p>
    <w:p w14:paraId="55460F02" w14:textId="77777777" w:rsidR="00E76915" w:rsidRPr="0027489A" w:rsidRDefault="00800942" w:rsidP="00E50BA0">
      <w:pPr>
        <w:pStyle w:val="a3"/>
        <w:spacing w:line="0" w:lineRule="atLeast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                                  </w:t>
      </w:r>
      <w:r w:rsidRPr="0027489A">
        <w:rPr>
          <w:sz w:val="20"/>
          <w:szCs w:val="20"/>
          <w:lang w:eastAsia="zh-CN"/>
        </w:rPr>
        <w:t>School                 Dept.</w:t>
      </w:r>
      <w:r w:rsidR="000E2D39">
        <w:rPr>
          <w:sz w:val="20"/>
          <w:szCs w:val="20"/>
          <w:lang w:eastAsia="zh-CN"/>
        </w:rPr>
        <w:t>/Program</w:t>
      </w:r>
    </w:p>
    <w:p w14:paraId="7BBAA999" w14:textId="77777777" w:rsidR="00E76915" w:rsidRPr="0027489A" w:rsidRDefault="00E76915" w:rsidP="0036102D">
      <w:pPr>
        <w:pStyle w:val="a3"/>
        <w:spacing w:line="240" w:lineRule="auto"/>
        <w:rPr>
          <w:sz w:val="20"/>
          <w:szCs w:val="20"/>
          <w:lang w:eastAsia="zh-CN"/>
        </w:rPr>
      </w:pPr>
      <w:r w:rsidRPr="0027489A">
        <w:rPr>
          <w:lang w:eastAsia="zh-CN"/>
        </w:rPr>
        <w:t xml:space="preserve">　　　　　　　　　　　　　　　　　</w:t>
      </w:r>
      <w:r w:rsidRPr="0027489A">
        <w:rPr>
          <w:sz w:val="20"/>
          <w:szCs w:val="20"/>
          <w:u w:val="single" w:color="000000"/>
          <w:lang w:eastAsia="zh-CN"/>
        </w:rPr>
        <w:t xml:space="preserve">学籍番号　　　　　　　</w:t>
      </w:r>
      <w:r w:rsidRPr="0027489A">
        <w:rPr>
          <w:sz w:val="20"/>
          <w:szCs w:val="20"/>
          <w:lang w:eastAsia="zh-CN"/>
        </w:rPr>
        <w:t xml:space="preserve">　</w:t>
      </w:r>
      <w:r w:rsidRPr="0027489A">
        <w:rPr>
          <w:sz w:val="20"/>
          <w:szCs w:val="20"/>
          <w:u w:val="single" w:color="000000"/>
          <w:lang w:eastAsia="zh-CN"/>
        </w:rPr>
        <w:t xml:space="preserve">氏名　　　　　　　　　　　　　　　　　</w:t>
      </w:r>
    </w:p>
    <w:p w14:paraId="430945AC" w14:textId="77777777" w:rsidR="00E76915" w:rsidRPr="0027489A" w:rsidRDefault="00800942" w:rsidP="00E50BA0">
      <w:pPr>
        <w:pStyle w:val="a3"/>
        <w:spacing w:line="0" w:lineRule="atLeast"/>
        <w:rPr>
          <w:sz w:val="20"/>
          <w:szCs w:val="20"/>
        </w:rPr>
      </w:pPr>
      <w:r w:rsidRPr="0027489A">
        <w:rPr>
          <w:sz w:val="20"/>
          <w:szCs w:val="20"/>
          <w:lang w:eastAsia="zh-CN"/>
        </w:rPr>
        <w:t xml:space="preserve">                                  </w:t>
      </w:r>
      <w:r w:rsidR="00CD7155" w:rsidRPr="0027489A">
        <w:rPr>
          <w:sz w:val="20"/>
          <w:szCs w:val="20"/>
          <w:lang w:eastAsia="zh-CN"/>
        </w:rPr>
        <w:t xml:space="preserve">  </w:t>
      </w:r>
      <w:r w:rsidRPr="0027489A">
        <w:rPr>
          <w:sz w:val="20"/>
          <w:szCs w:val="20"/>
        </w:rPr>
        <w:t>Student ID Number       Name</w:t>
      </w:r>
    </w:p>
    <w:p w14:paraId="55C2B153" w14:textId="77777777" w:rsidR="00E76915" w:rsidRPr="0027489A" w:rsidRDefault="00E76915">
      <w:pPr>
        <w:pStyle w:val="a3"/>
        <w:rPr>
          <w:lang w:eastAsia="zh-CN"/>
        </w:rPr>
      </w:pPr>
    </w:p>
    <w:p w14:paraId="29198ED3" w14:textId="77777777" w:rsidR="00E76915" w:rsidRPr="0027489A" w:rsidRDefault="00E76915">
      <w:pPr>
        <w:pStyle w:val="a3"/>
      </w:pPr>
      <w:r w:rsidRPr="0027489A">
        <w:rPr>
          <w:lang w:eastAsia="zh-CN"/>
        </w:rPr>
        <w:t xml:space="preserve">　</w:t>
      </w:r>
      <w:r w:rsidRPr="0027489A">
        <w:t>私のアルバイト等（恒常的に行っているもの）の状況は，下記のとおりであることを申告します。</w:t>
      </w:r>
    </w:p>
    <w:p w14:paraId="54890E0A" w14:textId="77777777" w:rsidR="00E76915" w:rsidRPr="0027489A" w:rsidRDefault="00800942" w:rsidP="00800942">
      <w:pPr>
        <w:pStyle w:val="a3"/>
        <w:ind w:firstLineChars="100" w:firstLine="200"/>
        <w:rPr>
          <w:sz w:val="20"/>
          <w:szCs w:val="20"/>
        </w:rPr>
      </w:pPr>
      <w:r w:rsidRPr="0027489A">
        <w:rPr>
          <w:sz w:val="20"/>
          <w:szCs w:val="20"/>
        </w:rPr>
        <w:t xml:space="preserve"> I hereby declare my status in terms of regular part-time employment as follows.</w:t>
      </w:r>
    </w:p>
    <w:p w14:paraId="28EC8A39" w14:textId="77777777" w:rsidR="00E76915" w:rsidRPr="0027489A" w:rsidRDefault="00E76915">
      <w:pPr>
        <w:pStyle w:val="a3"/>
        <w:rPr>
          <w:sz w:val="20"/>
          <w:szCs w:val="20"/>
        </w:rPr>
      </w:pPr>
    </w:p>
    <w:p w14:paraId="157F7876" w14:textId="77777777" w:rsidR="00E76915" w:rsidRPr="0027489A" w:rsidRDefault="00CD7155">
      <w:pPr>
        <w:pStyle w:val="a3"/>
      </w:pPr>
      <w:r w:rsidRPr="0027489A">
        <w:rPr>
          <w:sz w:val="22"/>
          <w:szCs w:val="22"/>
        </w:rPr>
        <w:t xml:space="preserve">　</w:t>
      </w:r>
      <w:r w:rsidR="00E76915" w:rsidRPr="0027489A">
        <w:t>アルバイト等</w:t>
      </w:r>
      <w:r w:rsidR="00E76915" w:rsidRPr="0027489A">
        <w:rPr>
          <w:rFonts w:eastAsia="Times New Roman"/>
        </w:rPr>
        <w:t>(RA</w:t>
      </w:r>
      <w:r w:rsidR="00E76915" w:rsidRPr="0027489A">
        <w:t xml:space="preserve">等も含む）の有無　　</w:t>
      </w:r>
      <w:r w:rsidR="00E76915" w:rsidRPr="0027489A">
        <w:rPr>
          <w:u w:val="single" w:color="000000"/>
        </w:rPr>
        <w:t xml:space="preserve">　　有　　・　　無　　</w:t>
      </w:r>
      <w:r w:rsidR="00E76915" w:rsidRPr="0027489A">
        <w:t>（いずれかに</w:t>
      </w:r>
      <w:r w:rsidR="00E76915" w:rsidRPr="0027489A">
        <w:t>○</w:t>
      </w:r>
      <w:r w:rsidR="00E76915" w:rsidRPr="0027489A">
        <w:t>を付すこと）</w:t>
      </w:r>
    </w:p>
    <w:p w14:paraId="563D12D8" w14:textId="77777777" w:rsidR="00E76915" w:rsidRPr="0027489A" w:rsidRDefault="00E76915">
      <w:pPr>
        <w:pStyle w:val="a3"/>
        <w:rPr>
          <w:sz w:val="20"/>
          <w:szCs w:val="20"/>
        </w:rPr>
      </w:pPr>
      <w:r w:rsidRPr="0027489A">
        <w:rPr>
          <w:sz w:val="22"/>
          <w:szCs w:val="22"/>
        </w:rPr>
        <w:t xml:space="preserve">　</w:t>
      </w:r>
      <w:r w:rsidR="00CD7155" w:rsidRPr="0027489A">
        <w:rPr>
          <w:sz w:val="22"/>
          <w:szCs w:val="22"/>
        </w:rPr>
        <w:t xml:space="preserve"> </w:t>
      </w:r>
      <w:r w:rsidR="00E50BA0" w:rsidRPr="0027489A">
        <w:rPr>
          <w:sz w:val="20"/>
          <w:szCs w:val="20"/>
        </w:rPr>
        <w:t xml:space="preserve">Do you have </w:t>
      </w:r>
      <w:proofErr w:type="gramStart"/>
      <w:r w:rsidR="00E50BA0" w:rsidRPr="0027489A">
        <w:rPr>
          <w:sz w:val="20"/>
          <w:szCs w:val="20"/>
        </w:rPr>
        <w:t>a part</w:t>
      </w:r>
      <w:proofErr w:type="gramEnd"/>
      <w:r w:rsidR="00E50BA0" w:rsidRPr="0027489A">
        <w:rPr>
          <w:sz w:val="20"/>
          <w:szCs w:val="20"/>
        </w:rPr>
        <w:t xml:space="preserve"> time employment? Yes / No (Please circle one)</w:t>
      </w:r>
    </w:p>
    <w:p w14:paraId="0008C95B" w14:textId="77777777" w:rsidR="00E76915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 xml:space="preserve">If yes, please fill in section </w:t>
      </w:r>
      <w:r w:rsidRPr="0027489A">
        <w:rPr>
          <w:rFonts w:eastAsia="ＭＳ ゴシック"/>
          <w:sz w:val="20"/>
          <w:szCs w:val="20"/>
        </w:rPr>
        <w:t>1</w:t>
      </w:r>
      <w:r w:rsidR="00E50BA0" w:rsidRPr="0027489A">
        <w:rPr>
          <w:sz w:val="20"/>
          <w:szCs w:val="20"/>
        </w:rPr>
        <w:t xml:space="preserve"> below (If you work as a home tutor, please fill in section </w:t>
      </w:r>
      <w:r w:rsidRPr="0027489A">
        <w:rPr>
          <w:rFonts w:eastAsia="ＭＳ ゴシック"/>
          <w:sz w:val="20"/>
          <w:szCs w:val="20"/>
        </w:rPr>
        <w:t>2</w:t>
      </w:r>
      <w:r w:rsidR="00E50BA0" w:rsidRPr="0027489A">
        <w:rPr>
          <w:sz w:val="20"/>
          <w:szCs w:val="20"/>
        </w:rPr>
        <w:t>)</w:t>
      </w:r>
    </w:p>
    <w:p w14:paraId="6C215636" w14:textId="77777777" w:rsidR="00E50BA0" w:rsidRPr="0027489A" w:rsidRDefault="00CD7155">
      <w:pPr>
        <w:pStyle w:val="a3"/>
        <w:rPr>
          <w:sz w:val="20"/>
          <w:szCs w:val="20"/>
        </w:rPr>
      </w:pPr>
      <w:r w:rsidRPr="0027489A">
        <w:rPr>
          <w:sz w:val="20"/>
          <w:szCs w:val="20"/>
        </w:rPr>
        <w:t xml:space="preserve">    </w:t>
      </w:r>
      <w:r w:rsidR="00E50BA0" w:rsidRPr="0027489A">
        <w:rPr>
          <w:sz w:val="20"/>
          <w:szCs w:val="20"/>
        </w:rPr>
        <w:t xml:space="preserve">If you are working as </w:t>
      </w:r>
      <w:proofErr w:type="gramStart"/>
      <w:r w:rsidR="00E50BA0" w:rsidRPr="0027489A">
        <w:rPr>
          <w:sz w:val="20"/>
          <w:szCs w:val="20"/>
        </w:rPr>
        <w:t>a RA</w:t>
      </w:r>
      <w:proofErr w:type="gramEnd"/>
      <w:r w:rsidR="00E50BA0" w:rsidRPr="0027489A">
        <w:rPr>
          <w:sz w:val="20"/>
          <w:szCs w:val="20"/>
        </w:rPr>
        <w:t>, please circle Yes.</w:t>
      </w:r>
    </w:p>
    <w:p w14:paraId="55F551A0" w14:textId="77777777" w:rsidR="00CD7155" w:rsidRPr="0027489A" w:rsidRDefault="00CD7155">
      <w:pPr>
        <w:pStyle w:val="a3"/>
        <w:rPr>
          <w:sz w:val="20"/>
          <w:szCs w:val="20"/>
        </w:rPr>
      </w:pPr>
    </w:p>
    <w:p w14:paraId="3F493FEA" w14:textId="77777777" w:rsidR="00E76915" w:rsidRPr="0027489A" w:rsidRDefault="00E76915" w:rsidP="00E50BA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>有の場合</w:t>
      </w:r>
    </w:p>
    <w:p w14:paraId="7825D736" w14:textId="77777777" w:rsidR="00E76915" w:rsidRPr="0027489A" w:rsidRDefault="00CD7155" w:rsidP="001D2C4F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１　</w:t>
      </w:r>
      <w:r w:rsidR="00E76915" w:rsidRPr="0027489A">
        <w:rPr>
          <w:b/>
          <w:bCs/>
          <w:sz w:val="22"/>
          <w:szCs w:val="22"/>
        </w:rPr>
        <w:t>アルバイト</w:t>
      </w:r>
      <w:r w:rsidR="00B17C6D" w:rsidRPr="0027489A">
        <w:rPr>
          <w:b/>
          <w:bCs/>
          <w:sz w:val="22"/>
          <w:szCs w:val="22"/>
        </w:rPr>
        <w:t>(</w:t>
      </w:r>
      <w:r w:rsidR="00E76915" w:rsidRPr="0027489A">
        <w:rPr>
          <w:b/>
          <w:bCs/>
          <w:sz w:val="22"/>
          <w:szCs w:val="22"/>
        </w:rPr>
        <w:t>ＲＡ等も含む）</w:t>
      </w:r>
      <w:r w:rsidR="007A48C9" w:rsidRPr="0027489A">
        <w:rPr>
          <w:b/>
          <w:bCs/>
          <w:sz w:val="22"/>
          <w:szCs w:val="22"/>
        </w:rPr>
        <w:t xml:space="preserve">Part-time </w:t>
      </w:r>
      <w:r w:rsidR="00F26936" w:rsidRPr="0027489A">
        <w:rPr>
          <w:b/>
          <w:bCs/>
          <w:sz w:val="22"/>
          <w:szCs w:val="22"/>
        </w:rPr>
        <w:t>Employment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14"/>
        <w:gridCol w:w="1842"/>
        <w:gridCol w:w="2268"/>
        <w:gridCol w:w="2492"/>
        <w:gridCol w:w="2044"/>
      </w:tblGrid>
      <w:tr w:rsidR="00E76915" w:rsidRPr="0027489A" w14:paraId="2F9C8797" w14:textId="77777777" w:rsidTr="00F26936">
        <w:trPr>
          <w:cantSplit/>
          <w:trHeight w:hRule="exact" w:val="655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BE1F56" w14:textId="77777777" w:rsidR="00E76915" w:rsidRPr="0027489A" w:rsidRDefault="00E76915">
            <w:pPr>
              <w:pStyle w:val="a3"/>
              <w:spacing w:before="15" w:line="120" w:lineRule="exact"/>
            </w:pPr>
          </w:p>
        </w:tc>
        <w:tc>
          <w:tcPr>
            <w:tcW w:w="1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EC515A9" w14:textId="77777777"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29DCD20E" w14:textId="77777777"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勤務先</w:t>
            </w:r>
          </w:p>
          <w:p w14:paraId="17733EE0" w14:textId="77777777"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Employer</w:t>
            </w:r>
          </w:p>
        </w:tc>
        <w:tc>
          <w:tcPr>
            <w:tcW w:w="184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B3FDE68" w14:textId="77777777"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1C441D1E" w14:textId="77777777"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職種</w:t>
            </w:r>
          </w:p>
          <w:p w14:paraId="7C1DB97F" w14:textId="77777777"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Type of Employment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B6246C8" w14:textId="77777777"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2442340F" w14:textId="77777777"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平均月額</w:t>
            </w:r>
          </w:p>
          <w:p w14:paraId="1AD3EF47" w14:textId="77777777"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Average Monthly Income</w:t>
            </w:r>
          </w:p>
        </w:tc>
        <w:tc>
          <w:tcPr>
            <w:tcW w:w="2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4F8F49BD" w14:textId="77777777" w:rsidR="00E76915" w:rsidRPr="0027489A" w:rsidRDefault="00E76915" w:rsidP="00F26936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14:paraId="470CB46C" w14:textId="77777777" w:rsidR="00F26936" w:rsidRPr="0027489A" w:rsidRDefault="00F26936" w:rsidP="00F26936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D726821" w14:textId="77777777" w:rsidR="00E76915" w:rsidRPr="0027489A" w:rsidRDefault="00E76915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39118C1C" w14:textId="77777777" w:rsidR="00E76915" w:rsidRPr="0027489A" w:rsidRDefault="00E76915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14:paraId="7138EB01" w14:textId="77777777" w:rsidR="00F26936" w:rsidRPr="0027489A" w:rsidRDefault="00F26936" w:rsidP="003610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14:paraId="4421FC30" w14:textId="77777777" w:rsidTr="00CD7155">
        <w:trPr>
          <w:cantSplit/>
          <w:trHeight w:hRule="exact" w:val="52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0A7A02" w14:textId="77777777"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3F76382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B168B1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0A0872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2CF2D575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F3AD63" w14:textId="77777777"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14:paraId="714F9E88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681B315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08BFE0DC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14:paraId="38443580" w14:textId="77777777" w:rsidTr="00CD7155">
        <w:trPr>
          <w:cantSplit/>
          <w:trHeight w:hRule="exact" w:val="537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493FA" w14:textId="77777777"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43DD629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4D8B6E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EADF10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2D7C5C6E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F2A5DB" w14:textId="77777777"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14:paraId="75D17761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FDDC69C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7A1950F8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14:paraId="5F488F64" w14:textId="77777777" w:rsidTr="00CD7155">
        <w:trPr>
          <w:cantSplit/>
          <w:trHeight w:hRule="exact" w:val="431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54FA2" w14:textId="77777777"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15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B8CD56A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4E41BFF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6E12F354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680DDAB8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68CB2C3" w14:textId="77777777" w:rsidR="00E76915" w:rsidRPr="0027489A" w:rsidRDefault="00E76915" w:rsidP="00EA422D">
            <w:pPr>
              <w:pStyle w:val="a3"/>
              <w:spacing w:before="55" w:line="160" w:lineRule="exact"/>
              <w:jc w:val="right"/>
            </w:pPr>
          </w:p>
          <w:p w14:paraId="0EB2CE97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 </w:t>
            </w:r>
            <w:r w:rsidR="0036102D" w:rsidRPr="0027489A"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CAC321F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750BC319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14:paraId="7DB1CC29" w14:textId="77777777" w:rsidR="00E76915" w:rsidRPr="0027489A" w:rsidRDefault="00E76915">
      <w:pPr>
        <w:pStyle w:val="a3"/>
        <w:spacing w:line="55" w:lineRule="exact"/>
      </w:pPr>
    </w:p>
    <w:p w14:paraId="28F2431F" w14:textId="77777777" w:rsidR="00E76915" w:rsidRPr="0027489A" w:rsidRDefault="00E76915">
      <w:pPr>
        <w:pStyle w:val="a3"/>
      </w:pPr>
    </w:p>
    <w:p w14:paraId="7105CA69" w14:textId="77777777" w:rsidR="00E76915" w:rsidRPr="0027489A" w:rsidRDefault="00CD7155" w:rsidP="00E04C80">
      <w:pPr>
        <w:pStyle w:val="a3"/>
        <w:spacing w:line="240" w:lineRule="auto"/>
        <w:rPr>
          <w:sz w:val="22"/>
          <w:szCs w:val="22"/>
        </w:rPr>
      </w:pPr>
      <w:r w:rsidRPr="0027489A">
        <w:rPr>
          <w:b/>
          <w:bCs/>
          <w:sz w:val="22"/>
          <w:szCs w:val="22"/>
        </w:rPr>
        <w:t xml:space="preserve">２　</w:t>
      </w:r>
      <w:r w:rsidR="00E76915" w:rsidRPr="0027489A">
        <w:rPr>
          <w:b/>
          <w:bCs/>
          <w:sz w:val="22"/>
          <w:szCs w:val="22"/>
        </w:rPr>
        <w:t>家庭教師の場合</w:t>
      </w:r>
      <w:r w:rsidR="000F6E14" w:rsidRPr="0027489A">
        <w:rPr>
          <w:b/>
          <w:bCs/>
          <w:sz w:val="22"/>
          <w:szCs w:val="22"/>
        </w:rPr>
        <w:t xml:space="preserve"> Home Tutor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081"/>
        <w:gridCol w:w="1984"/>
        <w:gridCol w:w="1843"/>
        <w:gridCol w:w="2208"/>
        <w:gridCol w:w="2044"/>
      </w:tblGrid>
      <w:tr w:rsidR="00EA422D" w:rsidRPr="0027489A" w14:paraId="4365CEAE" w14:textId="77777777" w:rsidTr="00EA422D">
        <w:trPr>
          <w:cantSplit/>
          <w:trHeight w:hRule="exact" w:val="68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33094C" w14:textId="77777777" w:rsidR="00EA422D" w:rsidRPr="0027489A" w:rsidRDefault="00EA422D" w:rsidP="00EA422D">
            <w:pPr>
              <w:pStyle w:val="a3"/>
              <w:spacing w:before="15" w:line="120" w:lineRule="exact"/>
            </w:pPr>
          </w:p>
        </w:tc>
        <w:tc>
          <w:tcPr>
            <w:tcW w:w="20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EF8527E" w14:textId="77777777"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47819A38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雇用主氏名</w:t>
            </w:r>
          </w:p>
          <w:p w14:paraId="5206264B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Name of Employer</w:t>
            </w:r>
          </w:p>
        </w:tc>
        <w:tc>
          <w:tcPr>
            <w:tcW w:w="19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0F7DDD1" w14:textId="77777777"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50057B35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確認印</w:t>
            </w:r>
          </w:p>
          <w:p w14:paraId="7D5489C0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Seal of Confirmation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F35815D" w14:textId="77777777"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32B094F1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月額</w:t>
            </w:r>
          </w:p>
          <w:p w14:paraId="3B4EB851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Monthly Income</w:t>
            </w:r>
          </w:p>
        </w:tc>
        <w:tc>
          <w:tcPr>
            <w:tcW w:w="22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601E24D" w14:textId="77777777" w:rsidR="00EA422D" w:rsidRPr="0027489A" w:rsidRDefault="00EA422D" w:rsidP="00EA422D">
            <w:pPr>
              <w:pStyle w:val="a3"/>
              <w:spacing w:before="120"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１年間の受給予定総額</w:t>
            </w:r>
          </w:p>
          <w:p w14:paraId="21538CE0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Projected Annual Income</w:t>
            </w:r>
          </w:p>
        </w:tc>
        <w:tc>
          <w:tcPr>
            <w:tcW w:w="20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D502C3E" w14:textId="77777777" w:rsidR="00EA422D" w:rsidRPr="0027489A" w:rsidRDefault="00EA422D" w:rsidP="00EA422D">
            <w:pPr>
              <w:pStyle w:val="a3"/>
              <w:spacing w:before="15" w:line="120" w:lineRule="exact"/>
              <w:rPr>
                <w:sz w:val="18"/>
                <w:szCs w:val="18"/>
              </w:rPr>
            </w:pPr>
          </w:p>
          <w:p w14:paraId="27BE0936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 </w:t>
            </w:r>
            <w:r w:rsidRPr="0027489A">
              <w:rPr>
                <w:sz w:val="18"/>
                <w:szCs w:val="18"/>
              </w:rPr>
              <w:t>採用年月日</w:t>
            </w:r>
          </w:p>
          <w:p w14:paraId="4074296B" w14:textId="77777777" w:rsidR="00EA422D" w:rsidRPr="0027489A" w:rsidRDefault="00EA422D" w:rsidP="00EA422D">
            <w:pPr>
              <w:pStyle w:val="a3"/>
              <w:spacing w:line="240" w:lineRule="auto"/>
              <w:jc w:val="center"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Date of Employment</w:t>
            </w:r>
          </w:p>
        </w:tc>
      </w:tr>
      <w:tr w:rsidR="00E76915" w:rsidRPr="0027489A" w14:paraId="657C6D59" w14:textId="77777777" w:rsidTr="00CD7155">
        <w:trPr>
          <w:cantSplit/>
          <w:trHeight w:hRule="exact" w:val="593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B6B6C3" w14:textId="77777777"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38E309C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EB7504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63F4D199" w14:textId="77777777" w:rsidR="00E76915" w:rsidRPr="0027489A" w:rsidRDefault="00E76915">
            <w:pPr>
              <w:pStyle w:val="a3"/>
              <w:spacing w:line="160" w:lineRule="exact"/>
            </w:pPr>
          </w:p>
          <w:p w14:paraId="4219CECC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1F42D8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11545767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t xml:space="preserve">　　　</w:t>
            </w:r>
            <w:r w:rsidRPr="0027489A">
              <w:rPr>
                <w:rFonts w:eastAsia="Times New Roman"/>
              </w:rPr>
              <w:t xml:space="preserve">    </w:t>
            </w:r>
            <w:r w:rsidR="00EA422D"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A9B281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6831DF85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58D771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574DF9FE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  <w:tr w:rsidR="00E76915" w:rsidRPr="0027489A" w14:paraId="6D32B121" w14:textId="77777777" w:rsidTr="00CD7155">
        <w:trPr>
          <w:cantSplit/>
          <w:trHeight w:hRule="exact" w:val="55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BD4A2" w14:textId="77777777" w:rsidR="00E76915" w:rsidRPr="0027489A" w:rsidRDefault="00E76915">
            <w:pPr>
              <w:pStyle w:val="a3"/>
              <w:wordWrap/>
              <w:spacing w:line="240" w:lineRule="auto"/>
            </w:pPr>
          </w:p>
        </w:tc>
        <w:tc>
          <w:tcPr>
            <w:tcW w:w="20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6993ADF" w14:textId="77777777" w:rsidR="00E76915" w:rsidRPr="0027489A" w:rsidRDefault="00E76915">
            <w:pPr>
              <w:pStyle w:val="a3"/>
              <w:spacing w:before="55" w:line="160" w:lineRule="exac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F7445C5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1AA5585B" w14:textId="77777777" w:rsidR="00E76915" w:rsidRPr="0027489A" w:rsidRDefault="00E76915">
            <w:pPr>
              <w:pStyle w:val="a3"/>
              <w:spacing w:line="160" w:lineRule="exact"/>
            </w:pPr>
          </w:p>
          <w:p w14:paraId="543B60F7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503CFA2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7E411C8A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2F0DE29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0D878079" w14:textId="77777777" w:rsidR="00E76915" w:rsidRPr="0027489A" w:rsidRDefault="00E76915" w:rsidP="00EA422D">
            <w:pPr>
              <w:pStyle w:val="a3"/>
              <w:spacing w:line="240" w:lineRule="auto"/>
              <w:jc w:val="right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    </w:t>
            </w:r>
            <w:r w:rsidR="0036102D" w:rsidRPr="0027489A">
              <w:t xml:space="preserve"> </w:t>
            </w:r>
            <w:r w:rsidRPr="0027489A">
              <w:rPr>
                <w:rFonts w:eastAsia="Times New Roman"/>
              </w:rPr>
              <w:t xml:space="preserve">  </w:t>
            </w:r>
            <w:r w:rsidRPr="0027489A">
              <w:t>円</w:t>
            </w:r>
            <w:r w:rsidR="00EA422D" w:rsidRPr="0027489A"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2585091" w14:textId="77777777" w:rsidR="00E76915" w:rsidRPr="0027489A" w:rsidRDefault="00E76915">
            <w:pPr>
              <w:pStyle w:val="a3"/>
              <w:spacing w:before="55" w:line="160" w:lineRule="exact"/>
            </w:pPr>
          </w:p>
          <w:p w14:paraId="31177D67" w14:textId="77777777" w:rsidR="00E76915" w:rsidRPr="0027489A" w:rsidRDefault="00E76915" w:rsidP="0036102D">
            <w:pPr>
              <w:pStyle w:val="a3"/>
              <w:spacing w:line="240" w:lineRule="auto"/>
            </w:pPr>
            <w:r w:rsidRPr="0027489A">
              <w:t xml:space="preserve"> </w:t>
            </w:r>
            <w:r w:rsidRPr="0027489A">
              <w:rPr>
                <w:rFonts w:eastAsia="Times New Roman"/>
              </w:rPr>
              <w:t xml:space="preserve">    </w:t>
            </w:r>
            <w:r w:rsidRPr="0027489A">
              <w:t xml:space="preserve">年　</w:t>
            </w:r>
            <w:r w:rsidRPr="0027489A">
              <w:rPr>
                <w:rFonts w:eastAsia="Times New Roman"/>
              </w:rPr>
              <w:t xml:space="preserve"> </w:t>
            </w:r>
            <w:r w:rsidRPr="0027489A">
              <w:t>月</w:t>
            </w:r>
            <w:r w:rsidRPr="0027489A">
              <w:rPr>
                <w:rFonts w:eastAsia="Times New Roman"/>
              </w:rPr>
              <w:t xml:space="preserve">   </w:t>
            </w:r>
            <w:r w:rsidRPr="0027489A">
              <w:t>日</w:t>
            </w:r>
          </w:p>
        </w:tc>
      </w:tr>
    </w:tbl>
    <w:p w14:paraId="4CC24196" w14:textId="77777777" w:rsidR="00E76915" w:rsidRPr="0027489A" w:rsidRDefault="00E76915">
      <w:pPr>
        <w:pStyle w:val="a3"/>
        <w:spacing w:line="55" w:lineRule="exact"/>
      </w:pPr>
    </w:p>
    <w:p w14:paraId="535B0869" w14:textId="77777777" w:rsidR="001D2C4F" w:rsidRPr="0027489A" w:rsidRDefault="00E76915">
      <w:pPr>
        <w:pStyle w:val="a3"/>
        <w:rPr>
          <w:sz w:val="20"/>
          <w:szCs w:val="20"/>
        </w:rPr>
      </w:pPr>
      <w:r w:rsidRPr="0027489A">
        <w:rPr>
          <w:rFonts w:ascii="ＭＳ 明朝" w:hAnsi="ＭＳ 明朝" w:cs="ＭＳ 明朝" w:hint="eastAsia"/>
          <w:sz w:val="20"/>
          <w:szCs w:val="20"/>
        </w:rPr>
        <w:t>※</w:t>
      </w:r>
      <w:r w:rsidRPr="0027489A">
        <w:rPr>
          <w:sz w:val="20"/>
          <w:szCs w:val="20"/>
        </w:rPr>
        <w:t>「確認印」は，雇用主の印をもらうこと。</w:t>
      </w:r>
      <w:r w:rsidR="001D2C4F" w:rsidRPr="0027489A">
        <w:rPr>
          <w:sz w:val="20"/>
          <w:szCs w:val="20"/>
        </w:rPr>
        <w:t xml:space="preserve"> Have your employer affix his/her seal in “Seal of Confirmation</w:t>
      </w:r>
      <w:r w:rsidR="00B17C6D" w:rsidRPr="0027489A">
        <w:rPr>
          <w:sz w:val="20"/>
          <w:szCs w:val="20"/>
        </w:rPr>
        <w:t>”</w:t>
      </w:r>
      <w:r w:rsidR="001D2C4F" w:rsidRPr="0027489A">
        <w:rPr>
          <w:sz w:val="20"/>
          <w:szCs w:val="20"/>
        </w:rPr>
        <w:t>.</w:t>
      </w:r>
    </w:p>
    <w:p w14:paraId="665E73B7" w14:textId="77777777" w:rsidR="00C715A9" w:rsidRPr="0027489A" w:rsidRDefault="00C715A9">
      <w:pPr>
        <w:pStyle w:val="a3"/>
      </w:pPr>
    </w:p>
    <w:tbl>
      <w:tblPr>
        <w:tblpPr w:leftFromText="142" w:rightFromText="142" w:vertAnchor="text" w:horzAnchor="margin" w:tblpX="108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EA422D" w:rsidRPr="0027489A" w14:paraId="17430B98" w14:textId="77777777" w:rsidTr="00CD7155">
        <w:trPr>
          <w:trHeight w:val="19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08A2FF0" w14:textId="77777777" w:rsidR="00EA422D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注１）</w:t>
            </w:r>
            <w:r w:rsidR="00EA422D" w:rsidRPr="0027489A">
              <w:rPr>
                <w:sz w:val="20"/>
                <w:szCs w:val="20"/>
              </w:rPr>
              <w:t>源泉徴収票、確定申告書の控、給与証明書等</w:t>
            </w:r>
            <w:r w:rsidRPr="0027489A">
              <w:rPr>
                <w:sz w:val="20"/>
                <w:szCs w:val="20"/>
              </w:rPr>
              <w:t>（従事時間、金額、支払者の氏名捺印が揃っていること。）が取れる場合は、所得控除の対象となる場合があるため、添付すること。</w:t>
            </w:r>
          </w:p>
          <w:p w14:paraId="605DD8B6" w14:textId="77777777"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14:paraId="0B4FA5BF" w14:textId="77777777" w:rsidR="001D2C4F" w:rsidRPr="0027489A" w:rsidRDefault="001D2C4F" w:rsidP="000B64C5">
            <w:pPr>
              <w:pStyle w:val="a3"/>
              <w:rPr>
                <w:sz w:val="20"/>
                <w:szCs w:val="20"/>
              </w:rPr>
            </w:pPr>
            <w:r w:rsidRPr="0027489A">
              <w:rPr>
                <w:sz w:val="20"/>
                <w:szCs w:val="20"/>
              </w:rPr>
              <w:t>注２）出願後、当年の状況が変更になる場合は、速やかに申し出ること。</w:t>
            </w:r>
          </w:p>
          <w:p w14:paraId="09964BE2" w14:textId="77777777" w:rsidR="00CD7155" w:rsidRPr="0027489A" w:rsidRDefault="00CD7155" w:rsidP="000B64C5">
            <w:pPr>
              <w:pStyle w:val="a3"/>
              <w:rPr>
                <w:sz w:val="20"/>
                <w:szCs w:val="20"/>
              </w:rPr>
            </w:pPr>
          </w:p>
          <w:p w14:paraId="65E9D91E" w14:textId="77777777" w:rsidR="001D2C4F" w:rsidRPr="0027489A" w:rsidRDefault="001D2C4F" w:rsidP="000B64C5">
            <w:pPr>
              <w:pStyle w:val="a3"/>
            </w:pPr>
            <w:r w:rsidRPr="0027489A">
              <w:rPr>
                <w:sz w:val="20"/>
                <w:szCs w:val="20"/>
              </w:rPr>
              <w:t>注３）この書類は全員必ず提出すること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73B40B1" w14:textId="77777777" w:rsidR="00C715A9" w:rsidRPr="0027489A" w:rsidRDefault="00662B7D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t>*</w:t>
            </w:r>
            <w:r w:rsidRPr="0027489A">
              <w:rPr>
                <w:sz w:val="18"/>
                <w:szCs w:val="18"/>
              </w:rPr>
              <w:t>1 When the following documents are obtai</w:t>
            </w:r>
            <w:r w:rsidR="00C715A9" w:rsidRPr="0027489A">
              <w:rPr>
                <w:sz w:val="18"/>
                <w:szCs w:val="18"/>
              </w:rPr>
              <w:t>nable, please attach them as they may be tax deductible: a certificate(s) of income and withholding tax; a copy of final income tax return and/or a certificate of salary (with the period of employment; the amount paid; the name of employment; the amount paid; the name of employer; and the employer’s seal).</w:t>
            </w:r>
          </w:p>
          <w:p w14:paraId="172DBC9E" w14:textId="77777777"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 xml:space="preserve">*2 When your employment status changes during the year, after submitting this form, you must notify </w:t>
            </w:r>
            <w:r w:rsidR="00CD7155" w:rsidRPr="0027489A">
              <w:rPr>
                <w:sz w:val="18"/>
                <w:szCs w:val="18"/>
              </w:rPr>
              <w:t>SOKENDAI without delay.</w:t>
            </w:r>
          </w:p>
          <w:p w14:paraId="50A9A59B" w14:textId="77777777" w:rsidR="00E04C80" w:rsidRPr="0027489A" w:rsidRDefault="00E04C80" w:rsidP="000B64C5">
            <w:pPr>
              <w:pStyle w:val="a3"/>
              <w:wordWrap/>
              <w:rPr>
                <w:sz w:val="18"/>
                <w:szCs w:val="18"/>
              </w:rPr>
            </w:pPr>
            <w:r w:rsidRPr="0027489A">
              <w:rPr>
                <w:sz w:val="18"/>
                <w:szCs w:val="18"/>
              </w:rPr>
              <w:t>*3 All applicants must submit this Form.</w:t>
            </w:r>
          </w:p>
        </w:tc>
      </w:tr>
    </w:tbl>
    <w:p w14:paraId="0220895C" w14:textId="77777777" w:rsidR="00096064" w:rsidRPr="0027489A" w:rsidRDefault="00096064">
      <w:pPr>
        <w:pStyle w:val="a3"/>
      </w:pPr>
    </w:p>
    <w:sectPr w:rsidR="00096064" w:rsidRPr="0027489A">
      <w:pgSz w:w="11906" w:h="16838"/>
      <w:pgMar w:top="1134" w:right="850" w:bottom="1134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BF761" w14:textId="77777777" w:rsidR="009663EB" w:rsidRDefault="009663EB" w:rsidP="000E2D39">
      <w:r>
        <w:separator/>
      </w:r>
    </w:p>
  </w:endnote>
  <w:endnote w:type="continuationSeparator" w:id="0">
    <w:p w14:paraId="5579CA8A" w14:textId="77777777" w:rsidR="009663EB" w:rsidRDefault="009663EB" w:rsidP="000E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5516" w14:textId="77777777" w:rsidR="009663EB" w:rsidRDefault="009663EB" w:rsidP="000E2D39">
      <w:r>
        <w:separator/>
      </w:r>
    </w:p>
  </w:footnote>
  <w:footnote w:type="continuationSeparator" w:id="0">
    <w:p w14:paraId="75ED7D57" w14:textId="77777777" w:rsidR="009663EB" w:rsidRDefault="009663EB" w:rsidP="000E2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2D"/>
    <w:rsid w:val="00015520"/>
    <w:rsid w:val="00096064"/>
    <w:rsid w:val="000B64C5"/>
    <w:rsid w:val="000E2D39"/>
    <w:rsid w:val="000F6E14"/>
    <w:rsid w:val="001D2C4F"/>
    <w:rsid w:val="0027489A"/>
    <w:rsid w:val="002B2C5A"/>
    <w:rsid w:val="0036102D"/>
    <w:rsid w:val="00416300"/>
    <w:rsid w:val="004E1BC3"/>
    <w:rsid w:val="00540955"/>
    <w:rsid w:val="005A4959"/>
    <w:rsid w:val="0064679E"/>
    <w:rsid w:val="00662B7D"/>
    <w:rsid w:val="007A48C9"/>
    <w:rsid w:val="007C10FF"/>
    <w:rsid w:val="007D3410"/>
    <w:rsid w:val="00800942"/>
    <w:rsid w:val="008E5DBC"/>
    <w:rsid w:val="009663EB"/>
    <w:rsid w:val="00B17C6D"/>
    <w:rsid w:val="00C715A9"/>
    <w:rsid w:val="00CD7155"/>
    <w:rsid w:val="00D40125"/>
    <w:rsid w:val="00E04C80"/>
    <w:rsid w:val="00E50BA0"/>
    <w:rsid w:val="00E648B8"/>
    <w:rsid w:val="00E76915"/>
    <w:rsid w:val="00EA422D"/>
    <w:rsid w:val="00F069C3"/>
    <w:rsid w:val="00F2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8F99B95"/>
  <w15:chartTrackingRefBased/>
  <w15:docId w15:val="{3602CC8B-5CB3-43CE-973D-32E1C092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Times New Roman" w:hAnsi="Times New Roman"/>
      <w:sz w:val="21"/>
      <w:szCs w:val="21"/>
    </w:rPr>
  </w:style>
  <w:style w:type="table" w:styleId="a4">
    <w:name w:val="Table Grid"/>
    <w:basedOn w:val="a1"/>
    <w:rsid w:val="00EA4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7489A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rsid w:val="0027489A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0E2D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E2D39"/>
    <w:rPr>
      <w:rFonts w:cs="Century"/>
      <w:kern w:val="2"/>
      <w:sz w:val="21"/>
      <w:szCs w:val="21"/>
    </w:rPr>
  </w:style>
  <w:style w:type="paragraph" w:styleId="a9">
    <w:name w:val="footer"/>
    <w:basedOn w:val="a"/>
    <w:link w:val="aa"/>
    <w:rsid w:val="000E2D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E2D39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3</TotalTime>
  <Pages>1</Pages>
  <Words>655</Words>
  <Characters>1627</Characters>
  <Application>Microsoft Office Word</Application>
  <DocSecurity>0</DocSecurity>
  <Lines>147</Lines>
  <Paragraphs>99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様式７</vt:lpstr>
    </vt:vector>
  </TitlesOfParts>
  <Company>総合研究大学院大学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subject/>
  <dc:creator>kousei</dc:creator>
  <cp:keywords/>
  <dc:description/>
  <cp:lastModifiedBy>千葉　 和哉</cp:lastModifiedBy>
  <cp:revision>7</cp:revision>
  <cp:lastPrinted>2020-01-07T07:12:00Z</cp:lastPrinted>
  <dcterms:created xsi:type="dcterms:W3CDTF">2019-07-22T05:34:00Z</dcterms:created>
  <dcterms:modified xsi:type="dcterms:W3CDTF">2026-01-15T07:36:00Z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f435ef26641253c463c09cedfea5ca52d029cc37a167bd047c432629956a8224</vt:lpwstr>
  </property>
</Properties>
</file>